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54A" w:rsidRDefault="0093054A" w:rsidP="0093054A">
      <w:pPr>
        <w:jc w:val="center"/>
      </w:pPr>
      <w:bookmarkStart w:id="0" w:name="_GoBack"/>
      <w:r>
        <w:t>SCHEMA DI CONTRATTO D’APPALTO</w:t>
      </w:r>
    </w:p>
    <w:bookmarkEnd w:id="0"/>
    <w:p w:rsidR="0093054A" w:rsidRDefault="0093054A" w:rsidP="00D7063C">
      <w:pPr>
        <w:jc w:val="both"/>
      </w:pPr>
    </w:p>
    <w:p w:rsidR="000B2E1D" w:rsidRDefault="000B2E1D" w:rsidP="00D7063C">
      <w:pPr>
        <w:jc w:val="both"/>
      </w:pPr>
      <w:r>
        <w:t xml:space="preserve">CONTRATTO DI APPALTO PER </w:t>
      </w:r>
      <w:r w:rsidR="00D7063C" w:rsidRPr="00D7063C">
        <w:t>L'AFFIDAMENTO DI SOLA ESECUZIONE DEI LAVORI PER LA REALIZZAZIONE DEL PROGETTO DI AMPLIAMENTO DELLA SEDE DEL TRIENNIO BIOLOGICO - II STRALCIO FUNZIONALE, LOTTO “1” - “CENTRO DI RICERCA IN ALIMENTAZIONE STILI DI VITA E MODELLI PREDITTIVI DELLA SALUTE” (L12_2020)</w:t>
      </w:r>
    </w:p>
    <w:p w:rsidR="00D7063C" w:rsidRDefault="00D7063C" w:rsidP="00D7063C">
      <w:r>
        <w:t>CUP: D78D18000110001</w:t>
      </w:r>
    </w:p>
    <w:p w:rsidR="00D7063C" w:rsidRDefault="00D7063C" w:rsidP="00D7063C">
      <w:r>
        <w:t>CIG:</w:t>
      </w:r>
    </w:p>
    <w:p w:rsidR="000B2E1D" w:rsidRDefault="000B2E1D" w:rsidP="00D7063C">
      <w:pPr>
        <w:jc w:val="center"/>
      </w:pPr>
      <w:r>
        <w:t>REPUBBLICA ITALIANA</w:t>
      </w:r>
    </w:p>
    <w:p w:rsidR="000B2E1D" w:rsidRDefault="000B2E1D" w:rsidP="000B2E1D">
      <w:r>
        <w:t>L’anno ______________________ (20</w:t>
      </w:r>
      <w:r w:rsidR="001A34C7">
        <w:t>2</w:t>
      </w:r>
      <w:r>
        <w:t>_) il giorno _____________ (__) del mese di</w:t>
      </w:r>
    </w:p>
    <w:p w:rsidR="000B2E1D" w:rsidRDefault="000B2E1D" w:rsidP="001A34C7">
      <w:pPr>
        <w:jc w:val="both"/>
      </w:pPr>
      <w:r>
        <w:t xml:space="preserve">___________ (__) in Foggia, Palazzo Ateneo, sono presenti i Signori </w:t>
      </w:r>
    </w:p>
    <w:p w:rsidR="000B2E1D" w:rsidRDefault="000B2E1D" w:rsidP="001A34C7">
      <w:pPr>
        <w:jc w:val="both"/>
      </w:pPr>
      <w:r>
        <w:t>1)</w:t>
      </w:r>
      <w:r>
        <w:tab/>
        <w:t>Dott. ________________________, nato a ______________ il ___________, domiciliato per la carica in Foggia, Via A. Gramsci n. 89/91- Palazzo Ateneo, che dichiara di intervenire nel presente atto non in proprio ma nella sua qualità di Direttore Generale e pertanto in rappresentanza dell’Università di Foggia</w:t>
      </w:r>
      <w:r w:rsidR="001A34C7">
        <w:t xml:space="preserve"> </w:t>
      </w:r>
      <w:r>
        <w:t>(C.F. 94045260711), legittimato alla stipula del presente atto ai sensi dell’art.4 del</w:t>
      </w:r>
      <w:r w:rsidR="001A34C7">
        <w:t xml:space="preserve"> </w:t>
      </w:r>
      <w:proofErr w:type="spellStart"/>
      <w:r>
        <w:t>D.Lgs.</w:t>
      </w:r>
      <w:proofErr w:type="spellEnd"/>
      <w:r>
        <w:t xml:space="preserve"> 30/3/2001, n.165, nonché dell’art. 20, comma 2, </w:t>
      </w:r>
      <w:proofErr w:type="spellStart"/>
      <w:r>
        <w:t>lett</w:t>
      </w:r>
      <w:proofErr w:type="spellEnd"/>
      <w:r>
        <w:t>. m) dello Statuto d’Ateneo</w:t>
      </w:r>
      <w:r w:rsidR="001A34C7">
        <w:t xml:space="preserve"> </w:t>
      </w:r>
      <w:r>
        <w:t>(di seguito nel presente atto denominato semplicemente Università);</w:t>
      </w:r>
    </w:p>
    <w:p w:rsidR="000B2E1D" w:rsidRDefault="000B2E1D" w:rsidP="000B2E1D">
      <w:r>
        <w:t>2)</w:t>
      </w:r>
      <w:r>
        <w:tab/>
        <w:t>Dott. _____________________, nato a ______________ il __________________, leg</w:t>
      </w:r>
      <w:r w:rsidR="001A34C7">
        <w:t xml:space="preserve">ale rappresentante dell’impresa </w:t>
      </w:r>
      <w:r>
        <w:t>_____________________________” (codice fiscale e partita IVA ______________), con sede in ________________, alla via</w:t>
      </w:r>
      <w:r w:rsidR="001A34C7">
        <w:t xml:space="preserve"> </w:t>
      </w:r>
      <w:r>
        <w:t>_______________, n. ____ (di seguito nel presente atto denominato Appaltatore).</w:t>
      </w:r>
    </w:p>
    <w:p w:rsidR="000B2E1D" w:rsidRDefault="000B2E1D" w:rsidP="001A34C7">
      <w:pPr>
        <w:jc w:val="center"/>
      </w:pPr>
      <w:r>
        <w:t>PREMESSO CHE</w:t>
      </w:r>
    </w:p>
    <w:p w:rsidR="000B2E1D" w:rsidRDefault="000B2E1D" w:rsidP="003B7FB8">
      <w:pPr>
        <w:pStyle w:val="Paragrafoelenco"/>
        <w:numPr>
          <w:ilvl w:val="0"/>
          <w:numId w:val="9"/>
        </w:numPr>
      </w:pPr>
      <w:r>
        <w:lastRenderedPageBreak/>
        <w:t xml:space="preserve">l’Università di Foggia è assegnataria </w:t>
      </w:r>
      <w:r w:rsidR="003B7FB8">
        <w:t>nell’anno 2018, l’Università di Foggia è risultata destinataria di</w:t>
      </w:r>
      <w:r w:rsidR="003B7FB8">
        <w:t xml:space="preserve"> </w:t>
      </w:r>
      <w:r w:rsidR="003B7FB8">
        <w:t>un finanziamento complessivo pari a € 8.432.000,00, da erogarsi in</w:t>
      </w:r>
      <w:r w:rsidR="003B7FB8">
        <w:t xml:space="preserve"> </w:t>
      </w:r>
      <w:r w:rsidR="003B7FB8">
        <w:t>cinque tranche annuali, a favore del Dipartimento di Medicina Clinica</w:t>
      </w:r>
      <w:r w:rsidR="003B7FB8">
        <w:t xml:space="preserve"> </w:t>
      </w:r>
      <w:r w:rsidR="003B7FB8">
        <w:t>e Sperimentale, collocatosi utilmente nella graduatoria dei</w:t>
      </w:r>
      <w:r w:rsidR="003B7FB8">
        <w:t xml:space="preserve"> </w:t>
      </w:r>
      <w:r w:rsidR="003B7FB8">
        <w:t>dipartimenti di eccellenza in esito all’iniziativa di cui all’art. 1, co. 314-337 della legge 232/2016 (Legge di stabilità 2017)</w:t>
      </w:r>
      <w:r>
        <w:t>;</w:t>
      </w:r>
    </w:p>
    <w:p w:rsidR="009B2EE8" w:rsidRDefault="000B2E1D" w:rsidP="009B2EE8">
      <w:pPr>
        <w:pStyle w:val="Paragrafoelenco"/>
        <w:numPr>
          <w:ilvl w:val="0"/>
          <w:numId w:val="9"/>
        </w:numPr>
        <w:ind w:left="360"/>
        <w:jc w:val="both"/>
      </w:pPr>
      <w:proofErr w:type="gramStart"/>
      <w:r>
        <w:t>il</w:t>
      </w:r>
      <w:proofErr w:type="gramEnd"/>
      <w:r>
        <w:t xml:space="preserve"> Consiglio d’Amministrazione, con delibera del </w:t>
      </w:r>
      <w:r w:rsidR="009B2EE8">
        <w:t>23.06.2020</w:t>
      </w:r>
      <w:r>
        <w:t xml:space="preserve"> ha approvato il progetto </w:t>
      </w:r>
      <w:r w:rsidR="009B2EE8">
        <w:t>definitivo</w:t>
      </w:r>
      <w:r>
        <w:t xml:space="preserve"> </w:t>
      </w:r>
      <w:r w:rsidR="009B2EE8">
        <w:t xml:space="preserve">ed esecutivo </w:t>
      </w:r>
      <w:r>
        <w:t xml:space="preserve">predisposto dall’Area Affari Tecnici e Negoziali dell’Università di Foggia, </w:t>
      </w:r>
    </w:p>
    <w:p w:rsidR="009B2EE8" w:rsidRDefault="009B2EE8" w:rsidP="009B2EE8">
      <w:pPr>
        <w:pStyle w:val="Paragrafoelenco"/>
        <w:numPr>
          <w:ilvl w:val="0"/>
          <w:numId w:val="9"/>
        </w:numPr>
        <w:ind w:left="360"/>
        <w:jc w:val="both"/>
      </w:pPr>
      <w:proofErr w:type="gramStart"/>
      <w:r>
        <w:t>il</w:t>
      </w:r>
      <w:proofErr w:type="gramEnd"/>
      <w:r>
        <w:t xml:space="preserve"> suddetto progetto è stato </w:t>
      </w:r>
      <w:r w:rsidR="000B2E1D">
        <w:t>validato</w:t>
      </w:r>
      <w:r>
        <w:t xml:space="preserve"> in data </w:t>
      </w:r>
      <w:r w:rsidR="000B2E1D">
        <w:t xml:space="preserve"> </w:t>
      </w:r>
      <w:r>
        <w:t>____________</w:t>
      </w:r>
    </w:p>
    <w:p w:rsidR="00C9716C" w:rsidRDefault="009B2EE8" w:rsidP="00C9716C">
      <w:pPr>
        <w:pStyle w:val="Paragrafoelenco"/>
        <w:numPr>
          <w:ilvl w:val="0"/>
          <w:numId w:val="9"/>
        </w:numPr>
        <w:ind w:left="284" w:hanging="284"/>
        <w:jc w:val="both"/>
      </w:pPr>
      <w:r>
        <w:t xml:space="preserve">il Consiglio di Amministrazione </w:t>
      </w:r>
      <w:r w:rsidR="000B2E1D">
        <w:t xml:space="preserve">ha autorizzato l’indizione di una procedura aperta </w:t>
      </w:r>
      <w:r w:rsidR="00C9716C">
        <w:t xml:space="preserve">per </w:t>
      </w:r>
      <w:r w:rsidR="00C9716C" w:rsidRPr="00C9716C">
        <w:t>l'affidamento di sola esecuzione dei lavori per la realizzazione del progetto di ampliamento della sede del Triennio biologico - II stralcio funzionale, lotto “1” - “Centro di ricerca in alimentazione stili di vita e modelli predittivi della salute”</w:t>
      </w:r>
      <w:r w:rsidR="00C9716C">
        <w:t xml:space="preserve"> da aggiudicarsi </w:t>
      </w:r>
      <w:r w:rsidR="000B2E1D">
        <w:t xml:space="preserve">mediante il criterio dell’offerta economicamente più vantaggiosa per un importo complessivo posto a base di gara di </w:t>
      </w:r>
      <w:r w:rsidR="00C9716C">
        <w:t>€ 2.332.260,00, oltre IVA, così articolata:</w:t>
      </w:r>
    </w:p>
    <w:p w:rsidR="00C9716C" w:rsidRDefault="00C9716C" w:rsidP="00C9716C">
      <w:pPr>
        <w:pStyle w:val="Paragrafoelenco"/>
        <w:numPr>
          <w:ilvl w:val="0"/>
          <w:numId w:val="11"/>
        </w:numPr>
        <w:jc w:val="both"/>
      </w:pPr>
      <w:r>
        <w:t>€ 2.286.260,00 per lavori “a corpo”, soggetti a ribasso di gara;</w:t>
      </w:r>
    </w:p>
    <w:p w:rsidR="00C9716C" w:rsidRDefault="00C9716C" w:rsidP="00C9716C">
      <w:pPr>
        <w:pStyle w:val="Paragrafoelenco"/>
        <w:numPr>
          <w:ilvl w:val="0"/>
          <w:numId w:val="11"/>
        </w:numPr>
        <w:jc w:val="both"/>
      </w:pPr>
      <w:r>
        <w:t>€ 46.000,00 per oneri per la sicurezza non soggetti a ribasso.</w:t>
      </w:r>
    </w:p>
    <w:p w:rsidR="000B2E1D" w:rsidRDefault="000B2E1D" w:rsidP="00C9716C">
      <w:pPr>
        <w:jc w:val="both"/>
      </w:pPr>
      <w:r>
        <w:t>c)</w:t>
      </w:r>
      <w:r>
        <w:tab/>
        <w:t>nella medesima seduta, il Consiglio d’</w:t>
      </w:r>
      <w:r w:rsidR="00C9716C">
        <w:t xml:space="preserve">Amministrazione ha approvato </w:t>
      </w:r>
      <w:r>
        <w:t xml:space="preserve">i documenti </w:t>
      </w:r>
      <w:r w:rsidR="00C9716C">
        <w:t xml:space="preserve">di gara </w:t>
      </w:r>
      <w:r>
        <w:t>e ha autorizzato a effettuare le pubblicazioni di rito;</w:t>
      </w:r>
    </w:p>
    <w:p w:rsidR="000B2E1D" w:rsidRDefault="000B2E1D" w:rsidP="00C9716C">
      <w:pPr>
        <w:jc w:val="both"/>
      </w:pPr>
      <w:r>
        <w:t>d)</w:t>
      </w:r>
      <w:r>
        <w:tab/>
        <w:t>si è provveduto alla pubblicazione dell’avviso di gara sulla Gazzetta Ufficiale della Repubblica Italiana n° _____ del _______, oltre che sul sito web all’indirizzo: http://www.unifg.it/ateneo/concorsi-e-gare/gare;</w:t>
      </w:r>
    </w:p>
    <w:p w:rsidR="000B2E1D" w:rsidRDefault="000B2E1D" w:rsidP="000B2E1D"/>
    <w:p w:rsidR="000B2E1D" w:rsidRDefault="000B2E1D" w:rsidP="0079409F">
      <w:pPr>
        <w:jc w:val="both"/>
      </w:pPr>
      <w:r>
        <w:lastRenderedPageBreak/>
        <w:t>e)</w:t>
      </w:r>
      <w:r>
        <w:tab/>
      </w:r>
      <w:proofErr w:type="gramStart"/>
      <w:r>
        <w:t>a  seguito</w:t>
      </w:r>
      <w:proofErr w:type="gramEnd"/>
      <w:r>
        <w:t xml:space="preserve">  dei</w:t>
      </w:r>
      <w:r w:rsidR="0079409F">
        <w:t xml:space="preserve">  lavori  della  C</w:t>
      </w:r>
      <w:r>
        <w:t>ommissione  giudicatrice,  di  cui  ai  verbali</w:t>
      </w:r>
    </w:p>
    <w:p w:rsidR="000B2E1D" w:rsidRDefault="000B2E1D" w:rsidP="0079409F">
      <w:pPr>
        <w:jc w:val="both"/>
      </w:pPr>
      <w:r>
        <w:t>_______________________, con punteggio complessivo pari a ____/100, è risultata essere aggiudicataria l’impresa “________________” con sede in ______________________, avendo prodotto un’offerta con il ribasso percentuale del __________% (______) sull’importo a base di gara per i lavori e il ribasso percentuale del __________% (______) sull’importo a base di gara come da offerta economica allegata al presente contratto;</w:t>
      </w:r>
    </w:p>
    <w:p w:rsidR="000B2E1D" w:rsidRDefault="000B2E1D" w:rsidP="000B2E1D">
      <w:r>
        <w:t>TITOLO I - DISPOSIZIONI GENERALI</w:t>
      </w:r>
    </w:p>
    <w:p w:rsidR="000B2E1D" w:rsidRDefault="000B2E1D" w:rsidP="000B2E1D">
      <w:r>
        <w:t>Articolo 1 - Oggetto del contratto</w:t>
      </w:r>
    </w:p>
    <w:p w:rsidR="000B2E1D" w:rsidRDefault="000B2E1D" w:rsidP="0079409F">
      <w:pPr>
        <w:jc w:val="both"/>
      </w:pPr>
      <w:r>
        <w:t xml:space="preserve">La Stazione appaltante affida all’Appaltatore, che accetta senza riserva alcuna, l’appalto avente a oggetto </w:t>
      </w:r>
      <w:r w:rsidR="0079409F" w:rsidRPr="0079409F">
        <w:t>dei lavori per la realizzazione del progetto di ampliamento della sede del Triennio biologico - II stralcio funzionale, lotto “1” “Centro di ricerca in alimentazione stili di vita e modelli predittivi della salute” da realizzarsi sulla base del progetto definitivo ed esecutivo redatto dalla Stazione appaltante</w:t>
      </w:r>
    </w:p>
    <w:p w:rsidR="000B2E1D" w:rsidRDefault="000B2E1D" w:rsidP="00E97F05">
      <w:pPr>
        <w:jc w:val="both"/>
      </w:pPr>
      <w:r>
        <w:t xml:space="preserve">L’Appaltatore si impegna a eseguire l’appalto alle condizioni previste dal Capitolato prestazionale, dal presente contratto, dai documenti progettuali debitamente approvati dalla Stazione appaltante, </w:t>
      </w:r>
      <w:proofErr w:type="spellStart"/>
      <w:r>
        <w:t>nonchè</w:t>
      </w:r>
      <w:proofErr w:type="spellEnd"/>
      <w:r>
        <w:t xml:space="preserve"> all’osservanza della disciplina “Codice dei contratti”), al </w:t>
      </w:r>
      <w:r w:rsidR="0079409F">
        <w:t>D.P.R. 5 ottobre 2010, n. 207 (</w:t>
      </w:r>
      <w:r>
        <w:t xml:space="preserve">nel seguito anche “Regolamento”) </w:t>
      </w:r>
      <w:r w:rsidR="0079409F">
        <w:t xml:space="preserve">in vigore </w:t>
      </w:r>
      <w:r>
        <w:t>e, per quanto ancora vigente, al D.M. 145/2000.</w:t>
      </w:r>
    </w:p>
    <w:p w:rsidR="000B2E1D" w:rsidRDefault="000B2E1D" w:rsidP="00E97F05">
      <w:pPr>
        <w:jc w:val="both"/>
      </w:pPr>
      <w:r>
        <w:t>Articolo 2 - Ammontare del contratto</w:t>
      </w:r>
    </w:p>
    <w:p w:rsidR="000B2E1D" w:rsidRDefault="000B2E1D" w:rsidP="00E97F05">
      <w:pPr>
        <w:jc w:val="both"/>
      </w:pPr>
      <w:r>
        <w:t xml:space="preserve"> L’importo contrattuale ammonta a euro ____________, oltre IVA di legge (</w:t>
      </w:r>
      <w:proofErr w:type="spellStart"/>
      <w:r>
        <w:t>diconsi</w:t>
      </w:r>
      <w:proofErr w:type="spellEnd"/>
      <w:r>
        <w:t xml:space="preserve"> euro _______________________________________________</w:t>
      </w:r>
      <w:proofErr w:type="gramStart"/>
      <w:r>
        <w:t>_ )</w:t>
      </w:r>
      <w:proofErr w:type="gramEnd"/>
      <w:r>
        <w:t>, di cui:</w:t>
      </w:r>
    </w:p>
    <w:p w:rsidR="000B2E1D" w:rsidRDefault="000B2E1D" w:rsidP="00E97F05">
      <w:pPr>
        <w:jc w:val="both"/>
      </w:pPr>
      <w:r>
        <w:t>a)</w:t>
      </w:r>
      <w:r>
        <w:tab/>
        <w:t>euro .........per lavori (comprensivo di euro.........per oneri della sicurezza ed euro..................per costo della mano d’opera);</w:t>
      </w:r>
    </w:p>
    <w:p w:rsidR="000B2E1D" w:rsidRDefault="000B2E1D" w:rsidP="00E97F05">
      <w:pPr>
        <w:jc w:val="both"/>
      </w:pPr>
    </w:p>
    <w:p w:rsidR="000B2E1D" w:rsidRDefault="000B2E1D" w:rsidP="00E97F05">
      <w:pPr>
        <w:jc w:val="both"/>
      </w:pPr>
      <w:r>
        <w:lastRenderedPageBreak/>
        <w:t>Il contratto è stipulato interamente “a corpo”; per cui l’importo contrattuale resta fisso e invariabile, senza che possa essere invocata dall’Appaltatore qualsivoglia successiva verificazione sulla misura o sul valore attribuito alla quantità e alla</w:t>
      </w:r>
      <w:r w:rsidR="00E97F05">
        <w:t xml:space="preserve"> </w:t>
      </w:r>
      <w:r>
        <w:t>qualità di detti lavori.</w:t>
      </w:r>
    </w:p>
    <w:p w:rsidR="00FD3D9D" w:rsidRDefault="000B2E1D" w:rsidP="000B2E1D">
      <w:r>
        <w:t>Articolo 3 - Condizioni generali del contratto</w:t>
      </w:r>
    </w:p>
    <w:p w:rsidR="000B2E1D" w:rsidRDefault="000B2E1D" w:rsidP="000B2E1D">
      <w:r>
        <w:t>L'appalto è concesso e accettato sotto l'osservanza piena, assoluta, inderogabile e inscindibile delle norme, condizioni, patti, obblighi, oneri e modalità dedotti e risultanti dal capitolato prestazionale, integrante il progetto, nonché delle previsioni degli elaborati e della documentazione progettuale debitamente</w:t>
      </w:r>
      <w:r w:rsidR="00FD3D9D">
        <w:t xml:space="preserve"> </w:t>
      </w:r>
      <w:r>
        <w:t>approvata dalla Stazione appaltante.</w:t>
      </w:r>
    </w:p>
    <w:p w:rsidR="000B2E1D" w:rsidRDefault="000B2E1D" w:rsidP="000B2E1D">
      <w:r>
        <w:t>Articolo 4 - Domicilio e rappresentanza dell’appaltatore, direzione del cantiere</w:t>
      </w:r>
    </w:p>
    <w:p w:rsidR="000B2E1D" w:rsidRDefault="000B2E1D" w:rsidP="000B2E1D">
      <w:r>
        <w:t>Ai sensi e per gli effetti dell’articolo 2 del D.M. 145/2000, l’Appaltatore ha eletto domicilio nel comune di ____________, all’indirizzo ____________, presso</w:t>
      </w:r>
    </w:p>
    <w:p w:rsidR="000B2E1D" w:rsidRDefault="000B2E1D" w:rsidP="000B2E1D">
      <w:r>
        <w:t>____________ .</w:t>
      </w:r>
    </w:p>
    <w:p w:rsidR="000B2E1D" w:rsidRDefault="000B2E1D" w:rsidP="00FD3D9D">
      <w:r>
        <w:t>Ai sensi dell’articolo 4 del D.M. 145/2000, l'Appaltatore che non conduce i lavori personalmente deve conferire mandato con rappresentanza, per atto pubblico da depositare presso la Stazione appaltante, a persona fornita dei requisiti d'idoneità</w:t>
      </w:r>
      <w:r w:rsidR="00FD3D9D">
        <w:t xml:space="preserve"> </w:t>
      </w:r>
      <w:r>
        <w:t>tecnici e morali per l'esercizio delle attività necessarie per la esecuzione dei lavori</w:t>
      </w:r>
      <w:r w:rsidR="00FD3D9D">
        <w:t xml:space="preserve"> </w:t>
      </w:r>
      <w:r>
        <w:t>a norma del contratto. L'Appaltatore rimane responsabile dell'operato del suo</w:t>
      </w:r>
      <w:r w:rsidR="00FD3D9D">
        <w:t xml:space="preserve"> </w:t>
      </w:r>
      <w:r>
        <w:t>rappresentante. L'Appaltatore o il suo rappresentante deve, per tutta la durata</w:t>
      </w:r>
      <w:r w:rsidR="00FD3D9D">
        <w:t xml:space="preserve"> </w:t>
      </w:r>
      <w:r>
        <w:t>dell'appalto, garantire la presenza sul luogo dei lavori. La Stazione appaltante</w:t>
      </w:r>
      <w:r w:rsidR="00FD3D9D">
        <w:t xml:space="preserve"> </w:t>
      </w:r>
      <w:r>
        <w:t>può esigere il cambiamento immediato del rappresentante dell’Appaltatore,</w:t>
      </w:r>
      <w:r w:rsidR="00FD3D9D">
        <w:t xml:space="preserve"> </w:t>
      </w:r>
      <w:r>
        <w:t>previa motivata comunicazione.</w:t>
      </w:r>
    </w:p>
    <w:p w:rsidR="000B2E1D" w:rsidRDefault="000B2E1D" w:rsidP="00FD3D9D">
      <w:pPr>
        <w:jc w:val="both"/>
      </w:pPr>
      <w:r>
        <w:t xml:space="preserve">Qualunque eventuale variazione alle indicazioni, condizioni, modalità o soggetti, di </w:t>
      </w:r>
      <w:r w:rsidR="00FD3D9D">
        <w:t>c</w:t>
      </w:r>
      <w:r>
        <w:t>ui ai commi precedenti, deve essere tempestivamente comunicata per iscritto</w:t>
      </w:r>
      <w:r w:rsidR="00FD3D9D">
        <w:t xml:space="preserve"> </w:t>
      </w:r>
      <w:r>
        <w:lastRenderedPageBreak/>
        <w:t>dall’Appaltatore alla Stazione appaltante la quale, in caso contrario, è sollevata</w:t>
      </w:r>
      <w:r w:rsidR="00FD3D9D">
        <w:t xml:space="preserve"> </w:t>
      </w:r>
      <w:r>
        <w:t>da ogni responsabilità.</w:t>
      </w:r>
    </w:p>
    <w:p w:rsidR="000B2E1D" w:rsidRDefault="000B2E1D" w:rsidP="000B2E1D">
      <w:r>
        <w:t>TITOLO II - RAPPORTI TRA LE PARTI</w:t>
      </w:r>
    </w:p>
    <w:p w:rsidR="000B2E1D" w:rsidRDefault="000B2E1D" w:rsidP="000B2E1D">
      <w:r>
        <w:t>Articolo 5 - Termini per l'inizio e per l'ultimazione de</w:t>
      </w:r>
      <w:r w:rsidR="00FD3D9D">
        <w:t>i lavori</w:t>
      </w:r>
    </w:p>
    <w:p w:rsidR="000B2E1D" w:rsidRDefault="000B2E1D" w:rsidP="00FD3D9D">
      <w:pPr>
        <w:jc w:val="both"/>
      </w:pPr>
      <w:r>
        <w:t>I lavori saranno consegnati e</w:t>
      </w:r>
      <w:r w:rsidR="00FD3D9D">
        <w:t xml:space="preserve"> iniziati entro 45 giorni dalla stipula del contratto </w:t>
      </w:r>
      <w:r>
        <w:t>da parte della Stazione appaltante.</w:t>
      </w:r>
    </w:p>
    <w:p w:rsidR="000B2E1D" w:rsidRDefault="000B2E1D" w:rsidP="000B2E1D">
      <w:r>
        <w:t>Il tempo utile per l'ultimazione dei lavori è fissato in _________________ giorni naturali e consecutivi, decorrenti dalla data del verbale di consegna dei lavori.</w:t>
      </w:r>
    </w:p>
    <w:p w:rsidR="000B2E1D" w:rsidRDefault="000B2E1D" w:rsidP="000B2E1D">
      <w:r>
        <w:t xml:space="preserve">In caso di ritardo, verranno applicate le penali previste dall’art. </w:t>
      </w:r>
      <w:r w:rsidR="00FD3D9D">
        <w:t>11</w:t>
      </w:r>
      <w:r>
        <w:t xml:space="preserve"> del Capitolato </w:t>
      </w:r>
      <w:r w:rsidR="00FD3D9D">
        <w:t>speciale di appalto</w:t>
      </w:r>
      <w:r>
        <w:t>.</w:t>
      </w:r>
    </w:p>
    <w:p w:rsidR="000B2E1D" w:rsidRDefault="000B2E1D" w:rsidP="000B2E1D">
      <w:r>
        <w:t>Articolo 6 - Oneri a carico dell’Appaltatore</w:t>
      </w:r>
    </w:p>
    <w:p w:rsidR="000B2E1D" w:rsidRDefault="000B2E1D" w:rsidP="000B2E1D">
      <w:r>
        <w:t xml:space="preserve">Sono a carico dell’Appaltatore tutti gli oneri già previsti dal Capitolato prestazionale, quelli a lui imposti dal </w:t>
      </w:r>
      <w:proofErr w:type="spellStart"/>
      <w:r>
        <w:t>D.Lgs.</w:t>
      </w:r>
      <w:proofErr w:type="spellEnd"/>
      <w:r>
        <w:t xml:space="preserve"> 163/2006, dal DPR 207/2010 e, per quanto ancora vigente, dal D.M. 145/2000.</w:t>
      </w:r>
    </w:p>
    <w:p w:rsidR="000B2E1D" w:rsidRDefault="000B2E1D" w:rsidP="000B2E1D">
      <w:r>
        <w:t>In particolare, restano a carico dell’Appaltatore tutte le spese per:</w:t>
      </w:r>
    </w:p>
    <w:p w:rsidR="000B2E1D" w:rsidRDefault="000B2E1D" w:rsidP="00FD3D9D">
      <w:pPr>
        <w:pStyle w:val="Paragrafoelenco"/>
        <w:numPr>
          <w:ilvl w:val="0"/>
          <w:numId w:val="12"/>
        </w:numPr>
        <w:ind w:left="360"/>
      </w:pPr>
      <w:proofErr w:type="gramStart"/>
      <w:r>
        <w:t>l’impianto</w:t>
      </w:r>
      <w:proofErr w:type="gramEnd"/>
      <w:r>
        <w:t>, la manutenzione e l’illuminazione del cantiere;</w:t>
      </w:r>
    </w:p>
    <w:p w:rsidR="000B2E1D" w:rsidRDefault="000B2E1D" w:rsidP="00FD3D9D">
      <w:pPr>
        <w:pStyle w:val="Paragrafoelenco"/>
        <w:numPr>
          <w:ilvl w:val="0"/>
          <w:numId w:val="12"/>
        </w:numPr>
        <w:ind w:left="360"/>
      </w:pPr>
      <w:proofErr w:type="gramStart"/>
      <w:r>
        <w:t>il</w:t>
      </w:r>
      <w:proofErr w:type="gramEnd"/>
      <w:r>
        <w:t xml:space="preserve"> trasporto di qualsiasi materiale o mezzo d’opera;</w:t>
      </w:r>
    </w:p>
    <w:p w:rsidR="000B2E1D" w:rsidRDefault="000B2E1D" w:rsidP="00FD3D9D">
      <w:pPr>
        <w:pStyle w:val="Paragrafoelenco"/>
        <w:numPr>
          <w:ilvl w:val="0"/>
          <w:numId w:val="12"/>
        </w:numPr>
        <w:ind w:left="360"/>
      </w:pPr>
      <w:proofErr w:type="gramStart"/>
      <w:r>
        <w:t>attrezzi</w:t>
      </w:r>
      <w:proofErr w:type="gramEnd"/>
      <w:r>
        <w:t xml:space="preserve"> e opere provvisionali e quanto altro occorra per l’ esecuzione piena e</w:t>
      </w:r>
      <w:r w:rsidR="00FD3D9D">
        <w:t xml:space="preserve"> </w:t>
      </w:r>
      <w:r>
        <w:t>puntuale dei lavori;</w:t>
      </w:r>
    </w:p>
    <w:p w:rsidR="000B2E1D" w:rsidRDefault="000B2E1D" w:rsidP="00FD3D9D">
      <w:pPr>
        <w:pStyle w:val="Paragrafoelenco"/>
        <w:numPr>
          <w:ilvl w:val="0"/>
          <w:numId w:val="12"/>
        </w:numPr>
        <w:ind w:left="360"/>
      </w:pPr>
      <w:proofErr w:type="gramStart"/>
      <w:r>
        <w:t>rilievi</w:t>
      </w:r>
      <w:proofErr w:type="gramEnd"/>
      <w:r>
        <w:t>, tracciati, verifiche, esplorazioni, capisaldi e simili che possono occorrere dal giorno in cui avviene la consegna dei lavori fino all’emissione del certificato di collaudo provvisorio;</w:t>
      </w:r>
    </w:p>
    <w:p w:rsidR="000B2E1D" w:rsidRDefault="000B2E1D" w:rsidP="00FD3D9D">
      <w:pPr>
        <w:pStyle w:val="Paragrafoelenco"/>
        <w:numPr>
          <w:ilvl w:val="0"/>
          <w:numId w:val="12"/>
        </w:numPr>
        <w:ind w:left="360"/>
      </w:pPr>
      <w:proofErr w:type="gramStart"/>
      <w:r>
        <w:t>le</w:t>
      </w:r>
      <w:proofErr w:type="gramEnd"/>
      <w:r>
        <w:t xml:space="preserve"> vie di accesso al cantiere;</w:t>
      </w:r>
    </w:p>
    <w:p w:rsidR="000B2E1D" w:rsidRDefault="000B2E1D" w:rsidP="00FD3D9D">
      <w:pPr>
        <w:pStyle w:val="Paragrafoelenco"/>
        <w:numPr>
          <w:ilvl w:val="0"/>
          <w:numId w:val="12"/>
        </w:numPr>
        <w:ind w:left="360"/>
      </w:pPr>
      <w:proofErr w:type="gramStart"/>
      <w:r>
        <w:t>la</w:t>
      </w:r>
      <w:proofErr w:type="gramEnd"/>
      <w:r>
        <w:t xml:space="preserve"> messa a disposizione di idonea assistenza e delle necessarie attrezzature per la Direzione dei lavori;</w:t>
      </w:r>
    </w:p>
    <w:p w:rsidR="000B2E1D" w:rsidRDefault="000B2E1D" w:rsidP="00FD3D9D">
      <w:pPr>
        <w:pStyle w:val="Paragrafoelenco"/>
        <w:numPr>
          <w:ilvl w:val="0"/>
          <w:numId w:val="12"/>
        </w:numPr>
        <w:ind w:left="360"/>
      </w:pPr>
      <w:proofErr w:type="gramStart"/>
      <w:r>
        <w:lastRenderedPageBreak/>
        <w:t>la</w:t>
      </w:r>
      <w:proofErr w:type="gramEnd"/>
      <w:r>
        <w:t xml:space="preserve"> custodia e la conservazione delle opere fino all’emissione del certificato di collaudo provvisorio;</w:t>
      </w:r>
    </w:p>
    <w:p w:rsidR="000B2E1D" w:rsidRDefault="000B2E1D" w:rsidP="00FD3D9D">
      <w:pPr>
        <w:pStyle w:val="Paragrafoelenco"/>
        <w:numPr>
          <w:ilvl w:val="0"/>
          <w:numId w:val="12"/>
        </w:numPr>
        <w:ind w:left="360"/>
      </w:pPr>
      <w:proofErr w:type="gramStart"/>
      <w:r>
        <w:t>trasporto</w:t>
      </w:r>
      <w:proofErr w:type="gramEnd"/>
      <w:r>
        <w:t>, installazione, messa in funzione e custodia delle apparecchiature.</w:t>
      </w:r>
    </w:p>
    <w:p w:rsidR="000B2E1D" w:rsidRDefault="000B2E1D" w:rsidP="000B2E1D">
      <w:r>
        <w:t>Articolo 7 - Invariabilità del corrispettivo</w:t>
      </w:r>
    </w:p>
    <w:p w:rsidR="000B2E1D" w:rsidRDefault="000B2E1D" w:rsidP="000B2E1D">
      <w:r>
        <w:t>Non è prevista alcuna revisione dei prezzi e non trova applicazione l’articolo 1664, primo comma, del codice civile.</w:t>
      </w:r>
    </w:p>
    <w:p w:rsidR="000B2E1D" w:rsidRDefault="000B2E1D" w:rsidP="000B2E1D">
      <w:r>
        <w:t>Articolo 8 - Disciplina economica del contratto</w:t>
      </w:r>
    </w:p>
    <w:p w:rsidR="000B2E1D" w:rsidRDefault="000B2E1D" w:rsidP="00530DF8">
      <w:pPr>
        <w:jc w:val="both"/>
      </w:pPr>
      <w:r>
        <w:t xml:space="preserve">Il pagamento del corrispettivo relativo ai lavori (opere edili ed impiantistiche), </w:t>
      </w:r>
      <w:r w:rsidR="004E62E6">
        <w:t xml:space="preserve">è disciplinato dagli </w:t>
      </w:r>
      <w:r w:rsidR="00530DF8">
        <w:t>art</w:t>
      </w:r>
      <w:r w:rsidR="004E62E6">
        <w:t>t</w:t>
      </w:r>
      <w:r w:rsidR="00530DF8">
        <w:t>. 9</w:t>
      </w:r>
      <w:r w:rsidR="004E62E6">
        <w:t xml:space="preserve"> e 24</w:t>
      </w:r>
      <w:r w:rsidR="00530DF8">
        <w:t xml:space="preserve"> del Capitolato speciale di appalto. </w:t>
      </w:r>
      <w:r>
        <w:t xml:space="preserve">Per i lavori (opere edili ed impiantistiche), i pagamenti avverranno mediante S.A.L. quando il credito dell’Appaltatore per i lavori svolti raggiunga l’importo minimo netto di € </w:t>
      </w:r>
      <w:r w:rsidR="00530DF8">
        <w:t>2</w:t>
      </w:r>
      <w:r>
        <w:t xml:space="preserve">00.000,00 (fatta eccezione per il conto finale dell'appalto), </w:t>
      </w:r>
      <w:r w:rsidR="00530DF8">
        <w:t xml:space="preserve"> oltre IVA</w:t>
      </w:r>
      <w:r w:rsidR="005174B8">
        <w:t>,</w:t>
      </w:r>
      <w:r w:rsidR="00530DF8">
        <w:t xml:space="preserve"> </w:t>
      </w:r>
      <w:r>
        <w:t>valutato secondo la ripartizione percentuale delle categorie di lavoro che sono indicate per l’importo a corpo nel progetto esecutivo, al netto delle ritenute per garanzie assicurative ed assistenziali a favore dei lavoratori pari allo 0,5% dell’importo della rata di acconto.</w:t>
      </w:r>
    </w:p>
    <w:p w:rsidR="000B2E1D" w:rsidRDefault="000B2E1D" w:rsidP="009E0C82">
      <w:pPr>
        <w:jc w:val="both"/>
      </w:pPr>
      <w:r>
        <w:t>Il conto finale dei lavori è redatto entro sessanta giorni dalla data della loro ultimazione, attestata con apposito certificato. La rata di saldo verrà pagata solo dopo l’approvazione del certificato di collaudo.</w:t>
      </w:r>
    </w:p>
    <w:p w:rsidR="000B2E1D" w:rsidRDefault="000B2E1D" w:rsidP="00931A00">
      <w:pPr>
        <w:pStyle w:val="Paragrafoelenco"/>
        <w:numPr>
          <w:ilvl w:val="0"/>
          <w:numId w:val="13"/>
        </w:numPr>
        <w:jc w:val="both"/>
      </w:pPr>
      <w:r>
        <w:t>In ottemperanza all’articolo 3 della legge n. 136 del 2010:</w:t>
      </w:r>
    </w:p>
    <w:p w:rsidR="000B2E1D" w:rsidRDefault="000B2E1D" w:rsidP="00931A00">
      <w:pPr>
        <w:pStyle w:val="Paragrafoelenco"/>
        <w:numPr>
          <w:ilvl w:val="0"/>
          <w:numId w:val="13"/>
        </w:numPr>
        <w:jc w:val="both"/>
      </w:pPr>
      <w:proofErr w:type="gramStart"/>
      <w:r>
        <w:t>tutti</w:t>
      </w:r>
      <w:proofErr w:type="gramEnd"/>
      <w:r>
        <w:t xml:space="preserve"> i movimenti finanziari relativi all’intervento a favore dell’Appaltatore, dei subappaltatori, dei sub-contraenti, dei sub-fornitori o comunque di soggetti che eseguono lavori, forniscono beni o prestano servizi in relazione all’intervento, devono avvenire mediante bonifico bancario o postale, ovvero altro mezzo che sia ammesso dall’ordinamento giuridico quale idoneo alla tracciabilità, sui conti correnti dedicati – anche in via non esclusiva – alle commesse pubbliche;</w:t>
      </w:r>
    </w:p>
    <w:p w:rsidR="000B2E1D" w:rsidRDefault="000B2E1D" w:rsidP="00931A00">
      <w:pPr>
        <w:pStyle w:val="Paragrafoelenco"/>
        <w:numPr>
          <w:ilvl w:val="0"/>
          <w:numId w:val="13"/>
        </w:numPr>
        <w:jc w:val="both"/>
      </w:pPr>
      <w:proofErr w:type="gramStart"/>
      <w:r>
        <w:lastRenderedPageBreak/>
        <w:t>ogni</w:t>
      </w:r>
      <w:proofErr w:type="gramEnd"/>
      <w:r>
        <w:t xml:space="preserve"> pagamento deve riportare il CIG e il CUP di cui al precedente articolo 1, comma 2;</w:t>
      </w:r>
    </w:p>
    <w:p w:rsidR="000B2E1D" w:rsidRDefault="000B2E1D" w:rsidP="00931A00">
      <w:pPr>
        <w:pStyle w:val="Paragrafoelenco"/>
        <w:numPr>
          <w:ilvl w:val="0"/>
          <w:numId w:val="13"/>
        </w:numPr>
        <w:jc w:val="both"/>
      </w:pPr>
      <w:proofErr w:type="gramStart"/>
      <w:r>
        <w:t>devono</w:t>
      </w:r>
      <w:proofErr w:type="gramEnd"/>
      <w:r>
        <w:t xml:space="preserve"> comunque essere osservate le disposizioni di cui al predetto articolo 3 della legge n. 136 del 2010;</w:t>
      </w:r>
    </w:p>
    <w:p w:rsidR="000B2E1D" w:rsidRDefault="000B2E1D" w:rsidP="00931A00">
      <w:pPr>
        <w:pStyle w:val="Paragrafoelenco"/>
        <w:numPr>
          <w:ilvl w:val="0"/>
          <w:numId w:val="13"/>
        </w:numPr>
        <w:jc w:val="both"/>
      </w:pPr>
      <w:proofErr w:type="gramStart"/>
      <w:r>
        <w:t>la</w:t>
      </w:r>
      <w:proofErr w:type="gramEnd"/>
      <w:r>
        <w:t xml:space="preserve"> violazione delle prescrizioni di cui alle lettere a), b) e c) costituisce causa di risoluzione del presente contratto;</w:t>
      </w:r>
    </w:p>
    <w:p w:rsidR="000B2E1D" w:rsidRDefault="000B2E1D" w:rsidP="00931A00">
      <w:pPr>
        <w:pStyle w:val="Paragrafoelenco"/>
        <w:numPr>
          <w:ilvl w:val="0"/>
          <w:numId w:val="13"/>
        </w:numPr>
        <w:jc w:val="both"/>
      </w:pPr>
      <w:proofErr w:type="gramStart"/>
      <w:r>
        <w:t>le</w:t>
      </w:r>
      <w:proofErr w:type="gramEnd"/>
      <w:r>
        <w:t xml:space="preserve"> clausole </w:t>
      </w:r>
      <w:proofErr w:type="spellStart"/>
      <w:r>
        <w:t>si</w:t>
      </w:r>
      <w:proofErr w:type="spellEnd"/>
      <w:r>
        <w:t xml:space="preserve"> cui al presente comma devono essere obbligatoriamente riportate nei contratti sottoscritti con i subappaltatori e i subcontraenti della</w:t>
      </w:r>
      <w:r w:rsidR="009C61BE">
        <w:t xml:space="preserve"> </w:t>
      </w:r>
      <w:r>
        <w:t>filiera delle imprese a qualsiasi titolo interessate all’intervento di cui al</w:t>
      </w:r>
      <w:r w:rsidR="009C61BE">
        <w:t xml:space="preserve"> </w:t>
      </w:r>
      <w:r>
        <w:t>presente contratto; in assenza di tali clausole i predetti contratti sono nulli,</w:t>
      </w:r>
      <w:r w:rsidR="009C61BE">
        <w:t xml:space="preserve"> </w:t>
      </w:r>
      <w:r>
        <w:t>senza necessità di alcuna declaratoria.</w:t>
      </w:r>
    </w:p>
    <w:p w:rsidR="000B2E1D" w:rsidRDefault="000B2E1D" w:rsidP="000B2E1D">
      <w:r>
        <w:t>Articolo 9 - Regolare esecuzione e collaudo, gratuita manutenzione</w:t>
      </w:r>
    </w:p>
    <w:p w:rsidR="000B2E1D" w:rsidRDefault="006C38D3" w:rsidP="000B2E1D">
      <w:r>
        <w:t>1</w:t>
      </w:r>
      <w:r w:rsidR="000B2E1D">
        <w:t>Il certificato di collaudo è emesso entro il termine di sei mesi dall’ultimazione dei lavori.</w:t>
      </w:r>
    </w:p>
    <w:p w:rsidR="000B2E1D" w:rsidRDefault="009C61BE" w:rsidP="000B2E1D">
      <w:r>
        <w:t xml:space="preserve"> </w:t>
      </w:r>
      <w:r w:rsidR="000B2E1D">
        <w:t>Il certificato di cui al comma 1 assume carattere definitivo decorsi due anni dalla sua emissione e deve essere approvato dalla Stazione appaltante; il silenzio di quest’ultima protrattosi per due mesi oltre predetto termine di due anni, equivale ad approvazione.</w:t>
      </w:r>
    </w:p>
    <w:p w:rsidR="000B2E1D" w:rsidRDefault="000B2E1D" w:rsidP="000B2E1D">
      <w:r>
        <w:t>Salvo quanto disposto dall'articolo 1669 del codice civile, l'Appaltatore risponde per la difformità e i vizi dell'opera, ancorché riconoscibili, purché denunciati dalla Stazione appaltante prima che il certificato di collaudo provvisorio assuma carattere definitivo.</w:t>
      </w:r>
    </w:p>
    <w:p w:rsidR="000B2E1D" w:rsidRDefault="000B2E1D" w:rsidP="000B2E1D">
      <w:r>
        <w:t>L'Appaltatore deve provvedere alla custodia, alla buona conservazione e alla gratuita manutenzione di tutte le opere e impianti oggetto dell'appalto fino all'emissione del certificato di collaudo provvisorio; resta nella facoltà della</w:t>
      </w:r>
      <w:r w:rsidR="006C38D3">
        <w:t xml:space="preserve"> </w:t>
      </w:r>
      <w:r>
        <w:t xml:space="preserve">Stazione appaltante </w:t>
      </w:r>
      <w:r>
        <w:lastRenderedPageBreak/>
        <w:t>richiedere la consegna anticipata di parte o di tutte le opere</w:t>
      </w:r>
      <w:r w:rsidR="006C38D3">
        <w:t xml:space="preserve"> </w:t>
      </w:r>
      <w:r>
        <w:t>ultimate.</w:t>
      </w:r>
    </w:p>
    <w:p w:rsidR="000B2E1D" w:rsidRDefault="000B2E1D" w:rsidP="000B2E1D">
      <w:r>
        <w:t>Si rinvia alle ulteriori previsioni dettate dal Capitolato prestazionale.</w:t>
      </w:r>
    </w:p>
    <w:p w:rsidR="000B2E1D" w:rsidRDefault="000B2E1D" w:rsidP="000B2E1D">
      <w:r>
        <w:t>Articolo 10 – Penali</w:t>
      </w:r>
    </w:p>
    <w:p w:rsidR="000B2E1D" w:rsidRDefault="006C38D3" w:rsidP="000B2E1D">
      <w:r>
        <w:t>Si rinvia a quanto previsto nel Capitolato speciale di appalto</w:t>
      </w:r>
    </w:p>
    <w:p w:rsidR="000B2E1D" w:rsidRDefault="000B2E1D" w:rsidP="000B2E1D">
      <w:r>
        <w:t>Articolo 11 - Risoluzione del contratto</w:t>
      </w:r>
    </w:p>
    <w:p w:rsidR="006C38D3" w:rsidRDefault="006C38D3" w:rsidP="006C38D3">
      <w:r>
        <w:t>Si rinvia a quanto previsto nel Capitolato speciale di appalto</w:t>
      </w:r>
    </w:p>
    <w:p w:rsidR="000B2E1D" w:rsidRDefault="000B2E1D" w:rsidP="000B2E1D">
      <w:r>
        <w:t>Articolo 12 - Controversie</w:t>
      </w:r>
    </w:p>
    <w:p w:rsidR="006C38D3" w:rsidRDefault="006C38D3" w:rsidP="006C38D3">
      <w:r>
        <w:t>Si rinvia a quanto previsto nel Capitolato speciale di appalto</w:t>
      </w:r>
    </w:p>
    <w:p w:rsidR="000B2E1D" w:rsidRDefault="000B2E1D" w:rsidP="000B2E1D">
      <w:r>
        <w:t>TITOLO III - ADEMPIMENTI CONTRATTUALI SPECIALI</w:t>
      </w:r>
    </w:p>
    <w:p w:rsidR="000B2E1D" w:rsidRDefault="000B2E1D" w:rsidP="000B2E1D">
      <w:r>
        <w:t>Articolo 13 - Subappalto</w:t>
      </w:r>
    </w:p>
    <w:p w:rsidR="000B2E1D" w:rsidRDefault="000B2E1D" w:rsidP="000B2E1D">
      <w:r>
        <w:t>Il contratto non può essere ceduto, a pena di nullità.</w:t>
      </w:r>
    </w:p>
    <w:p w:rsidR="000B2E1D" w:rsidRDefault="000B2E1D" w:rsidP="00C35562">
      <w:pPr>
        <w:jc w:val="both"/>
      </w:pPr>
      <w:r>
        <w:t>Previa autorizzazione della Stazione appaltante e nel rispetto dell'articolo 11</w:t>
      </w:r>
      <w:r w:rsidR="00C35562">
        <w:t>5</w:t>
      </w:r>
      <w:r>
        <w:t xml:space="preserve"> del Codice dei contratti, i lavori che l'Appaltatore ha indicato a tale scopo in sede di</w:t>
      </w:r>
      <w:r w:rsidR="00C35562">
        <w:t xml:space="preserve"> </w:t>
      </w:r>
      <w:r>
        <w:t>offerta possono essere subappaltati, nella misura, alle condizioni e con i limiti</w:t>
      </w:r>
      <w:r w:rsidR="00C35562">
        <w:t xml:space="preserve"> </w:t>
      </w:r>
      <w:r>
        <w:t>previsti dal Capitolato prestazionale.</w:t>
      </w:r>
    </w:p>
    <w:p w:rsidR="000B2E1D" w:rsidRDefault="000B2E1D" w:rsidP="000B2E1D">
      <w:r>
        <w:t>Articolo 14 - Garanzia fideiussoria a titolo di cauzione definitiva</w:t>
      </w:r>
    </w:p>
    <w:p w:rsidR="000B2E1D" w:rsidRDefault="000B2E1D" w:rsidP="00C35562">
      <w:pPr>
        <w:jc w:val="both"/>
      </w:pPr>
      <w:r>
        <w:t>A garanzia degli impegni assunti con il presente contratto e negli atti da questo richiamati, l'Appaltatore ha prestato apposita cauzione definitiva mediante fideiussione numero _________________ in data _________________ rilasciata dalla società/dall'istituto _______________________________ agenzia/filiale di</w:t>
      </w:r>
      <w:r w:rsidR="00C35562">
        <w:t xml:space="preserve"> </w:t>
      </w:r>
    </w:p>
    <w:p w:rsidR="000B2E1D" w:rsidRDefault="000B2E1D" w:rsidP="00C35562">
      <w:pPr>
        <w:jc w:val="both"/>
      </w:pPr>
      <w:r>
        <w:t>_________________ per l'importo di euro _________________ pari al _____ per</w:t>
      </w:r>
    </w:p>
    <w:p w:rsidR="000B2E1D" w:rsidRDefault="000B2E1D" w:rsidP="00C35562">
      <w:pPr>
        <w:jc w:val="both"/>
      </w:pPr>
      <w:proofErr w:type="gramStart"/>
      <w:r>
        <w:t>cento</w:t>
      </w:r>
      <w:proofErr w:type="gramEnd"/>
      <w:r>
        <w:t xml:space="preserve"> dell'importo del presente contratto.</w:t>
      </w:r>
    </w:p>
    <w:p w:rsidR="000B2E1D" w:rsidRDefault="000B2E1D" w:rsidP="00C35562">
      <w:pPr>
        <w:jc w:val="both"/>
      </w:pPr>
      <w:r>
        <w:t>La garanzia è progressivamente svincolata a misura dell'avanzamento dell'esecuzione, nel limite massimo dell’80% dell'iniziale importo garantito.</w:t>
      </w:r>
    </w:p>
    <w:p w:rsidR="000B2E1D" w:rsidRDefault="000B2E1D" w:rsidP="00C35562">
      <w:pPr>
        <w:jc w:val="both"/>
      </w:pPr>
    </w:p>
    <w:p w:rsidR="000B2E1D" w:rsidRDefault="000B2E1D" w:rsidP="00C35562">
      <w:pPr>
        <w:jc w:val="both"/>
      </w:pPr>
      <w:r>
        <w:lastRenderedPageBreak/>
        <w:t>La garanzia, per il rimanente ammontare del 20%, cessa di avere effetto ed è svincolata automaticamente all'emissione del certificato di collaudo provvisorio.</w:t>
      </w:r>
    </w:p>
    <w:p w:rsidR="000B2E1D" w:rsidRDefault="000B2E1D" w:rsidP="00C35562">
      <w:pPr>
        <w:jc w:val="both"/>
      </w:pPr>
      <w:r>
        <w:t>La garanzia deve essere integrata, nella misura legale di cui al combinato disposto dei commi 1 e 2, ogni volta che la Stazione appaltante abbia proceduto alla sua escussione, anche parziale, ai sensi del presente contratto.</w:t>
      </w:r>
    </w:p>
    <w:p w:rsidR="000B2E1D" w:rsidRDefault="000B2E1D" w:rsidP="00C35562">
      <w:pPr>
        <w:jc w:val="both"/>
      </w:pPr>
      <w:r>
        <w:t>Articolo 15 – Adempimenti in materia di lavoro dipendente, previdenza e</w:t>
      </w:r>
      <w:r w:rsidR="00C35562">
        <w:t xml:space="preserve"> </w:t>
      </w:r>
      <w:r>
        <w:t>assistenza</w:t>
      </w:r>
    </w:p>
    <w:p w:rsidR="000B2E1D" w:rsidRDefault="000B2E1D" w:rsidP="00C35562">
      <w:pPr>
        <w:jc w:val="both"/>
      </w:pPr>
      <w:r>
        <w:t>L'appaltatore deve osservare le norme e prescrizioni dei contratti collettivi, delle leggi e dei regolamenti sulla tutela, sicurezza, salute, assicurazione e assistenza dei lavoratori.</w:t>
      </w:r>
    </w:p>
    <w:p w:rsidR="000B2E1D" w:rsidRDefault="000B2E1D" w:rsidP="00C35562">
      <w:pPr>
        <w:jc w:val="both"/>
      </w:pPr>
      <w:r>
        <w:t>L’Appaltatore altresì è obbligato a rispettare tutte le norme in materia retributiva, contributiva, previdenziale, assistenziale, assicurativa, sanitaria, di solidarietà paritetica, previste per i dipendenti dalla vigente normativa.</w:t>
      </w:r>
    </w:p>
    <w:p w:rsidR="000B2E1D" w:rsidRDefault="000B2E1D" w:rsidP="00C35562">
      <w:pPr>
        <w:jc w:val="both"/>
      </w:pPr>
      <w:r>
        <w:t>Per ogni inadempimento rispetto agli obblighi di cui al presente articolo l’Università effettua trattenute su qualsiasi credito maturato a favore dell’appaltatore per l’esecuzione dei lavori e procede, in caso di crediti</w:t>
      </w:r>
      <w:r w:rsidR="00C35562">
        <w:t xml:space="preserve"> </w:t>
      </w:r>
      <w:r>
        <w:t xml:space="preserve">insufficienti allo scopo, all’escussione della garanzia </w:t>
      </w:r>
      <w:proofErr w:type="spellStart"/>
      <w:r>
        <w:t>fidejussoria</w:t>
      </w:r>
      <w:proofErr w:type="spellEnd"/>
      <w:r>
        <w:t>.</w:t>
      </w:r>
    </w:p>
    <w:p w:rsidR="000B2E1D" w:rsidRDefault="000B2E1D" w:rsidP="000B2E1D">
      <w:r>
        <w:t>Articolo 16 – Norme di sicurezza</w:t>
      </w:r>
    </w:p>
    <w:p w:rsidR="000B2E1D" w:rsidRDefault="000B2E1D" w:rsidP="000B2E1D">
      <w:r>
        <w:t>L’Appaltatore è obbligato ad osservare le norme e le prescrizioni sulla tutela della salute e della sicurezza dei lavoratori.</w:t>
      </w:r>
    </w:p>
    <w:p w:rsidR="000B2E1D" w:rsidRDefault="000B2E1D" w:rsidP="000B2E1D">
      <w:r>
        <w:t xml:space="preserve">Tutte le operazioni previste devono essere svolte nel pieno rispetto di tutte le norme vigenti compreso il D. </w:t>
      </w:r>
      <w:proofErr w:type="spellStart"/>
      <w:r>
        <w:t>Lgs</w:t>
      </w:r>
      <w:proofErr w:type="spellEnd"/>
      <w:r>
        <w:t xml:space="preserve">. 81/2008 </w:t>
      </w:r>
      <w:proofErr w:type="spellStart"/>
      <w:r>
        <w:t>s.m.i.</w:t>
      </w:r>
      <w:proofErr w:type="spellEnd"/>
      <w:r>
        <w:t xml:space="preserve"> in materia di prevenzione infortuni e igiene del lavoro ed in ogni caso in condizioni di permanente sicurezza e igiene.</w:t>
      </w:r>
    </w:p>
    <w:p w:rsidR="000B2E1D" w:rsidRDefault="000B2E1D" w:rsidP="000B2E1D">
      <w:r>
        <w:t xml:space="preserve">L’Appaltatore deve osservare e fare osservare tutte le norme di cui sopra ai propri dipendenti presenti sui luoghi di lavoro, tenuto conto delle specifiche caratteristiche e destinazioni d’uso degli stessi, proponendo, d’intesa con il coordinatore per la </w:t>
      </w:r>
      <w:r>
        <w:lastRenderedPageBreak/>
        <w:t>sicurezza in fase di esecuzione, tutti quei provvedimenti che ritenga opportuni per garantire la sicurezza e l’igiene del lavoro.</w:t>
      </w:r>
    </w:p>
    <w:p w:rsidR="000B2E1D" w:rsidRDefault="000B2E1D" w:rsidP="000B2E1D">
      <w:r>
        <w:t>L’Appaltatore deve, inoltre, osservare le disposizioni in materia che eventualmente dovessero essere emanate durante la durata del presente</w:t>
      </w:r>
      <w:r w:rsidR="00C35562">
        <w:t xml:space="preserve"> </w:t>
      </w:r>
      <w:r>
        <w:t>contratto.</w:t>
      </w:r>
    </w:p>
    <w:p w:rsidR="000B2E1D" w:rsidRDefault="000B2E1D" w:rsidP="00C35562">
      <w:pPr>
        <w:jc w:val="both"/>
      </w:pPr>
      <w:r>
        <w:t>Articolo 17 - Obblighi assicurativi</w:t>
      </w:r>
    </w:p>
    <w:p w:rsidR="000B2E1D" w:rsidRDefault="00C35562" w:rsidP="00C35562">
      <w:pPr>
        <w:jc w:val="both"/>
      </w:pPr>
      <w:r>
        <w:t>L</w:t>
      </w:r>
      <w:r w:rsidR="000B2E1D">
        <w:t>’Appaltatore assume la responsabilità per danni a persone e cose, sia per quanto riguarda i dipendenti e i materiali di sua proprietà, sia quelli che essa dovesse arrecare a terzi in conseguenza dell'esecuzione dei lavori e delle attività connesse, sollevando la Stazione appaltante da ogni responsabilità al riguardo.</w:t>
      </w:r>
    </w:p>
    <w:p w:rsidR="000B2E1D" w:rsidRDefault="000B2E1D" w:rsidP="000B2E1D">
      <w:r>
        <w:t>L'Appaltatore ha stipulato a tale scopo assicurazioni valevoli sino alla data di emissione del certificato di collaudo provvisorio con polizze numeri</w:t>
      </w:r>
    </w:p>
    <w:p w:rsidR="000B2E1D" w:rsidRDefault="000B2E1D" w:rsidP="000B2E1D">
      <w:r>
        <w:t>_________________ in data __________ rilasciata dalla società/dall'istituto</w:t>
      </w:r>
    </w:p>
    <w:p w:rsidR="000B2E1D" w:rsidRDefault="000B2E1D" w:rsidP="000B2E1D">
      <w:r>
        <w:t>________________________ agenzia/filiale di _______________</w:t>
      </w:r>
      <w:proofErr w:type="gramStart"/>
      <w:r>
        <w:t>_ ,</w:t>
      </w:r>
      <w:proofErr w:type="gramEnd"/>
      <w:r>
        <w:t xml:space="preserve"> come segue:</w:t>
      </w:r>
    </w:p>
    <w:p w:rsidR="000B2E1D" w:rsidRDefault="000B2E1D" w:rsidP="00C35562">
      <w:pPr>
        <w:pStyle w:val="Paragrafoelenco"/>
        <w:numPr>
          <w:ilvl w:val="0"/>
          <w:numId w:val="15"/>
        </w:numPr>
      </w:pPr>
      <w:proofErr w:type="gramStart"/>
      <w:r>
        <w:t>per</w:t>
      </w:r>
      <w:proofErr w:type="gramEnd"/>
      <w:r>
        <w:t xml:space="preserve"> danni di esecuzione per un massimale di euro .......,</w:t>
      </w:r>
    </w:p>
    <w:p w:rsidR="000B2E1D" w:rsidRDefault="000B2E1D" w:rsidP="00C35562">
      <w:pPr>
        <w:pStyle w:val="Paragrafoelenco"/>
        <w:numPr>
          <w:ilvl w:val="0"/>
          <w:numId w:val="15"/>
        </w:numPr>
      </w:pPr>
      <w:proofErr w:type="gramStart"/>
      <w:r>
        <w:t>per</w:t>
      </w:r>
      <w:proofErr w:type="gramEnd"/>
      <w:r>
        <w:t xml:space="preserve"> responsabilità civile verso terzi per un massimale di euro……..</w:t>
      </w:r>
    </w:p>
    <w:p w:rsidR="00C35562" w:rsidRDefault="00C35562" w:rsidP="00C35562">
      <w:pPr>
        <w:pStyle w:val="Paragrafoelenco"/>
        <w:numPr>
          <w:ilvl w:val="0"/>
          <w:numId w:val="15"/>
        </w:numPr>
      </w:pPr>
      <w:proofErr w:type="gramStart"/>
      <w:r>
        <w:t>polizza</w:t>
      </w:r>
      <w:proofErr w:type="gramEnd"/>
      <w:r>
        <w:t xml:space="preserve"> decennale (eventuale) …………</w:t>
      </w:r>
    </w:p>
    <w:p w:rsidR="000B2E1D" w:rsidRDefault="000B2E1D" w:rsidP="000B2E1D">
      <w:r>
        <w:t>TITOLO IV - DISPOSIZIONI FINALI</w:t>
      </w:r>
    </w:p>
    <w:p w:rsidR="000B2E1D" w:rsidRDefault="000B2E1D" w:rsidP="000B2E1D">
      <w:r>
        <w:t>Articolo 18 - Documenti che fanno parte del contratto</w:t>
      </w:r>
    </w:p>
    <w:p w:rsidR="000B2E1D" w:rsidRDefault="00CC35ED" w:rsidP="000B2E1D">
      <w:r>
        <w:t>C</w:t>
      </w:r>
      <w:r w:rsidR="000B2E1D">
        <w:t>ostituiscono parte integrante e sostanziale del contratto:</w:t>
      </w:r>
    </w:p>
    <w:p w:rsidR="000B2E1D" w:rsidRDefault="000B2E1D" w:rsidP="00CC35ED">
      <w:pPr>
        <w:pStyle w:val="Paragrafoelenco"/>
        <w:numPr>
          <w:ilvl w:val="0"/>
          <w:numId w:val="17"/>
        </w:numPr>
      </w:pPr>
      <w:proofErr w:type="gramStart"/>
      <w:r>
        <w:t>il</w:t>
      </w:r>
      <w:proofErr w:type="gramEnd"/>
      <w:r>
        <w:t xml:space="preserve"> Capitolato Speciale di Appalto;</w:t>
      </w:r>
    </w:p>
    <w:p w:rsidR="000B2E1D" w:rsidRDefault="000B2E1D" w:rsidP="00CC35ED">
      <w:pPr>
        <w:pStyle w:val="Paragrafoelenco"/>
        <w:numPr>
          <w:ilvl w:val="0"/>
          <w:numId w:val="17"/>
        </w:numPr>
      </w:pPr>
      <w:proofErr w:type="gramStart"/>
      <w:r>
        <w:t>gli</w:t>
      </w:r>
      <w:proofErr w:type="gramEnd"/>
      <w:r>
        <w:t xml:space="preserve"> elaborati grafici progettuali e le relazioni approvate dalla Stazione appaltante;</w:t>
      </w:r>
    </w:p>
    <w:p w:rsidR="000B2E1D" w:rsidRDefault="000B2E1D" w:rsidP="000B2E1D">
      <w:r>
        <w:t>c)</w:t>
      </w:r>
      <w:r>
        <w:tab/>
        <w:t>l'elenco dei prezzi unitari;</w:t>
      </w:r>
    </w:p>
    <w:p w:rsidR="000B2E1D" w:rsidRDefault="000B2E1D" w:rsidP="000B2E1D">
      <w:r>
        <w:t>d)</w:t>
      </w:r>
      <w:r>
        <w:tab/>
        <w:t>i piani di sicurezza previsti di cui all’articolo 131 del Codice dei contratti;</w:t>
      </w:r>
    </w:p>
    <w:p w:rsidR="000B2E1D" w:rsidRDefault="000B2E1D" w:rsidP="000B2E1D">
      <w:r>
        <w:t>e)</w:t>
      </w:r>
      <w:r>
        <w:tab/>
        <w:t>il cronoprogramma;</w:t>
      </w:r>
    </w:p>
    <w:p w:rsidR="000B2E1D" w:rsidRDefault="000B2E1D" w:rsidP="000B2E1D">
      <w:r>
        <w:t>f)</w:t>
      </w:r>
      <w:r>
        <w:tab/>
        <w:t>le polizze di garanzia e assicurative di cui ai precedenti articoli 13 e 14;</w:t>
      </w:r>
    </w:p>
    <w:p w:rsidR="000B2E1D" w:rsidRDefault="000B2E1D" w:rsidP="000B2E1D">
      <w:r>
        <w:lastRenderedPageBreak/>
        <w:t>Fanno altresì parte del contratto, i seguenti documenti:</w:t>
      </w:r>
    </w:p>
    <w:p w:rsidR="000B2E1D" w:rsidRDefault="000B2E1D" w:rsidP="00CC35ED">
      <w:pPr>
        <w:pStyle w:val="Paragrafoelenco"/>
        <w:numPr>
          <w:ilvl w:val="0"/>
          <w:numId w:val="19"/>
        </w:numPr>
      </w:pPr>
      <w:proofErr w:type="gramStart"/>
      <w:r>
        <w:t>il</w:t>
      </w:r>
      <w:proofErr w:type="gramEnd"/>
      <w:r>
        <w:t xml:space="preserve"> Capitolato prestazionale integrante il progetto preliminare posto a base di gara;</w:t>
      </w:r>
    </w:p>
    <w:p w:rsidR="000B2E1D" w:rsidRDefault="000B2E1D" w:rsidP="00CC35ED">
      <w:pPr>
        <w:pStyle w:val="Paragrafoelenco"/>
        <w:numPr>
          <w:ilvl w:val="0"/>
          <w:numId w:val="19"/>
        </w:numPr>
      </w:pPr>
      <w:proofErr w:type="gramStart"/>
      <w:r>
        <w:t>gli</w:t>
      </w:r>
      <w:proofErr w:type="gramEnd"/>
      <w:r>
        <w:t xml:space="preserve"> atti di assenso espressi dalle diverse Autorità, in forza di disposizioni</w:t>
      </w:r>
      <w:r w:rsidR="00CC35ED">
        <w:t xml:space="preserve"> </w:t>
      </w:r>
      <w:r>
        <w:t>legislative o regolamentari, con le eventuali prescrizioni;</w:t>
      </w:r>
    </w:p>
    <w:p w:rsidR="000B2E1D" w:rsidRDefault="000B2E1D" w:rsidP="00CC35ED">
      <w:pPr>
        <w:pStyle w:val="Paragrafoelenco"/>
        <w:numPr>
          <w:ilvl w:val="0"/>
          <w:numId w:val="19"/>
        </w:numPr>
      </w:pPr>
      <w:r>
        <w:t>Le dichiarazioni di impegno prodotte dall’Appaltatore in sede di gara.</w:t>
      </w:r>
    </w:p>
    <w:p w:rsidR="000B2E1D" w:rsidRDefault="000B2E1D" w:rsidP="000B2E1D">
      <w:r>
        <w:t>Articolo 19 - Richiamo alle norme legislative e regolamentari</w:t>
      </w:r>
    </w:p>
    <w:p w:rsidR="000B2E1D" w:rsidRDefault="000B2E1D" w:rsidP="000B2E1D">
      <w:r>
        <w:t xml:space="preserve">Si intendono espressamente richiamate le norme legislative e le altre disposizioni vigenti in materia e, in particolare, il </w:t>
      </w:r>
      <w:proofErr w:type="spellStart"/>
      <w:r>
        <w:t>D.Lgs.</w:t>
      </w:r>
      <w:proofErr w:type="spellEnd"/>
      <w:r>
        <w:t xml:space="preserve"> </w:t>
      </w:r>
      <w:r w:rsidR="00604F2C">
        <w:t>50/16, del DPR 207/10</w:t>
      </w:r>
      <w:r>
        <w:t xml:space="preserve">, </w:t>
      </w:r>
      <w:r w:rsidR="00604F2C">
        <w:t>nonché DM</w:t>
      </w:r>
      <w:r>
        <w:t xml:space="preserve">  19 aprile 2000, n. 145, quest’ultimo</w:t>
      </w:r>
      <w:r w:rsidR="00604F2C">
        <w:t xml:space="preserve"> </w:t>
      </w:r>
      <w:r>
        <w:t>limitatamente agli articoli tuttora vigenti.</w:t>
      </w:r>
    </w:p>
    <w:p w:rsidR="000B2E1D" w:rsidRDefault="000B2E1D" w:rsidP="000B2E1D">
      <w:r>
        <w:t>Articolo 20 - Spese di contratto, imposte, tasse e trattamento fiscale</w:t>
      </w:r>
    </w:p>
    <w:p w:rsidR="000B2E1D" w:rsidRDefault="000B2E1D" w:rsidP="00B824BE">
      <w:pPr>
        <w:jc w:val="both"/>
      </w:pPr>
      <w:r>
        <w:t>Tutte le spese del presente contratto, inerenti e conseguenti (imposte, tasse, diritti di segreteria ecc.) sono a totale carico dell'Appaltatore.</w:t>
      </w:r>
      <w:r w:rsidR="00604F2C">
        <w:t xml:space="preserve"> </w:t>
      </w:r>
      <w:r>
        <w:t xml:space="preserve">Sono a carico dell’appaltatore anche le spese di pubblicazione </w:t>
      </w:r>
      <w:r w:rsidR="00B824BE" w:rsidRPr="00B824BE">
        <w:t>del bando e dell’avviso sui risultati della procedura di affidamento, ai sensi dell’art. 216, comma 11 del Codice e del D.M. 2 dicembre 2016 (GU 25.1.2017 n. 20), e dovranno essere rimborsate alla Stazione Appaltante entro il termine di 60 (sessanta) giorni dall’aggiudicazione.</w:t>
      </w:r>
    </w:p>
    <w:p w:rsidR="000B2E1D" w:rsidRDefault="000B2E1D" w:rsidP="00841E8C">
      <w:pPr>
        <w:jc w:val="both"/>
      </w:pPr>
      <w:r>
        <w:t>Sono altresì a carico dell’Appaltatore tutte le spese di bollo per gli atti occorrenti alla gestione dei lavori, dal giorno della consegna a quello data di emissione del certificato di collaudo provvisorio.</w:t>
      </w:r>
    </w:p>
    <w:p w:rsidR="000B2E1D" w:rsidRDefault="000B2E1D" w:rsidP="00841E8C">
      <w:pPr>
        <w:jc w:val="both"/>
      </w:pPr>
      <w:r>
        <w:t xml:space="preserve">Ai fini fiscali, si dichiara che i lavori di cui al presente contratto sono soggetti all'imposta sul valore aggiunto, per cui si richiede la registrazione in misura fissa ai sensi dell'articolo 40 del </w:t>
      </w:r>
      <w:proofErr w:type="spellStart"/>
      <w:r>
        <w:t>d.P.R.</w:t>
      </w:r>
      <w:proofErr w:type="spellEnd"/>
      <w:r>
        <w:t xml:space="preserve"> 26 aprile 1986, n. 131.</w:t>
      </w:r>
    </w:p>
    <w:p w:rsidR="000B2E1D" w:rsidRDefault="000B2E1D" w:rsidP="000B2E1D">
      <w:r>
        <w:t>L'imposta sul valore aggiunto, alle aliquote di legge, è a carico della Stazione appaltante.</w:t>
      </w:r>
      <w:r w:rsidR="00841E8C">
        <w:t xml:space="preserve"> </w:t>
      </w:r>
    </w:p>
    <w:p w:rsidR="000B2E1D" w:rsidRDefault="000B2E1D" w:rsidP="000B2E1D">
      <w:r>
        <w:t>Art. 21 – Clausole vessatorie</w:t>
      </w:r>
    </w:p>
    <w:p w:rsidR="000B2E1D" w:rsidRDefault="000B2E1D" w:rsidP="000B2E1D">
      <w:r>
        <w:lastRenderedPageBreak/>
        <w:t>Ai sensi e per gli effetti dell’art. 1341 del codice civile, l’Appaltatore dichiara di</w:t>
      </w:r>
    </w:p>
    <w:p w:rsidR="000B2E1D" w:rsidRDefault="000B2E1D" w:rsidP="000B2E1D">
      <w:proofErr w:type="gramStart"/>
      <w:r>
        <w:t>accettare</w:t>
      </w:r>
      <w:proofErr w:type="gramEnd"/>
      <w:r>
        <w:t xml:space="preserve"> tutte le clausole di cui al presente contratto e in particolare quelle di cui agli</w:t>
      </w:r>
    </w:p>
    <w:p w:rsidR="000B2E1D" w:rsidRDefault="000B2E1D" w:rsidP="000B2E1D">
      <w:proofErr w:type="spellStart"/>
      <w:proofErr w:type="gramStart"/>
      <w:r>
        <w:t>artt</w:t>
      </w:r>
      <w:proofErr w:type="spellEnd"/>
      <w:proofErr w:type="gramEnd"/>
      <w:r w:rsidR="00841E8C">
        <w:t>…………..</w:t>
      </w:r>
    </w:p>
    <w:p w:rsidR="000B2E1D" w:rsidRDefault="000B2E1D" w:rsidP="000B2E1D">
      <w:r>
        <w:t>5 - Termini per l'inizio e per l'ultimazione dei lavori</w:t>
      </w:r>
    </w:p>
    <w:p w:rsidR="000B2E1D" w:rsidRDefault="000B2E1D" w:rsidP="000B2E1D">
      <w:r>
        <w:t>7.</w:t>
      </w:r>
      <w:r>
        <w:tab/>
        <w:t>Invariabilità del corrispettivo,</w:t>
      </w:r>
    </w:p>
    <w:p w:rsidR="000B2E1D" w:rsidRDefault="000B2E1D" w:rsidP="000B2E1D">
      <w:r>
        <w:t>8.</w:t>
      </w:r>
      <w:r>
        <w:tab/>
        <w:t>Disciplina economica del contratto</w:t>
      </w:r>
    </w:p>
    <w:p w:rsidR="000B2E1D" w:rsidRDefault="00841E8C" w:rsidP="000B2E1D">
      <w:r>
        <w:t>10.</w:t>
      </w:r>
      <w:r>
        <w:tab/>
        <w:t>Penali</w:t>
      </w:r>
    </w:p>
    <w:p w:rsidR="000B2E1D" w:rsidRDefault="000B2E1D" w:rsidP="000B2E1D">
      <w:r>
        <w:t>……………….</w:t>
      </w:r>
    </w:p>
    <w:p w:rsidR="00BC7077" w:rsidRDefault="00D91121" w:rsidP="000B2E1D">
      <w:r>
        <w:t xml:space="preserve">Il presente contratto è sottoscritto </w:t>
      </w:r>
      <w:r w:rsidRPr="00D91121">
        <w:t xml:space="preserve">in modalità elettronica, ai sensi dell'art 32, comma 14, del D. </w:t>
      </w:r>
      <w:proofErr w:type="spellStart"/>
      <w:r w:rsidRPr="00D91121">
        <w:t>Lgs</w:t>
      </w:r>
      <w:proofErr w:type="spellEnd"/>
      <w:r w:rsidRPr="00D91121">
        <w:t xml:space="preserve"> 50/16.                            </w:t>
      </w:r>
    </w:p>
    <w:p w:rsidR="00BC7077" w:rsidRDefault="00BC7077" w:rsidP="000B2E1D"/>
    <w:p w:rsidR="00BC7077" w:rsidRDefault="00BC7077" w:rsidP="000B2E1D"/>
    <w:p w:rsidR="000B2E1D" w:rsidRDefault="00841E8C" w:rsidP="000B2E1D">
      <w:r>
        <w:tab/>
      </w:r>
      <w:r w:rsidR="000B2E1D">
        <w:t>L’Università di Foggia</w:t>
      </w:r>
      <w:r w:rsidR="000B2E1D">
        <w:tab/>
      </w:r>
      <w:r>
        <w:tab/>
      </w:r>
      <w:r>
        <w:tab/>
      </w:r>
      <w:r w:rsidR="000B2E1D">
        <w:t>L’Impresa</w:t>
      </w:r>
    </w:p>
    <w:p w:rsidR="000B2E1D" w:rsidRDefault="000B2E1D" w:rsidP="000B2E1D"/>
    <w:p w:rsidR="000B2E1D" w:rsidRDefault="00841E8C" w:rsidP="000B2E1D">
      <w:r>
        <w:tab/>
      </w:r>
      <w:r w:rsidR="000B2E1D">
        <w:t>...........................</w:t>
      </w:r>
      <w:r>
        <w:tab/>
      </w:r>
      <w:r>
        <w:tab/>
      </w:r>
      <w:r w:rsidR="000B2E1D">
        <w:tab/>
        <w:t>...........................</w:t>
      </w:r>
    </w:p>
    <w:p w:rsidR="000B2E1D" w:rsidRDefault="000B2E1D" w:rsidP="000B2E1D"/>
    <w:p w:rsidR="000B2E1D" w:rsidRDefault="000B2E1D" w:rsidP="000B2E1D">
      <w:r>
        <w:t xml:space="preserve"> </w:t>
      </w:r>
    </w:p>
    <w:p w:rsidR="000B2E1D" w:rsidRDefault="000B2E1D" w:rsidP="000B2E1D"/>
    <w:p w:rsidR="000B2E1D" w:rsidRDefault="000B2E1D" w:rsidP="000B2E1D"/>
    <w:p w:rsidR="000B2E1D" w:rsidRDefault="000B2E1D" w:rsidP="000B2E1D"/>
    <w:p w:rsidR="000B2E1D" w:rsidRDefault="000B2E1D" w:rsidP="000B2E1D"/>
    <w:p w:rsidR="000B2E1D" w:rsidRDefault="000B2E1D" w:rsidP="000B2E1D"/>
    <w:p w:rsidR="000B2E1D" w:rsidRDefault="000B2E1D" w:rsidP="000B2E1D"/>
    <w:p w:rsidR="000B2E1D" w:rsidRDefault="000B2E1D" w:rsidP="000B2E1D"/>
    <w:p w:rsidR="000B2E1D" w:rsidRDefault="000B2E1D" w:rsidP="000B2E1D"/>
    <w:p w:rsidR="000B2E1D" w:rsidRDefault="000B2E1D" w:rsidP="000B2E1D"/>
    <w:p w:rsidR="000B2E1D" w:rsidRDefault="000B2E1D" w:rsidP="000B2E1D"/>
    <w:p w:rsidR="000B2E1D" w:rsidRDefault="000B2E1D" w:rsidP="000B2E1D"/>
    <w:p w:rsidR="000B2E1D" w:rsidRDefault="000B2E1D" w:rsidP="000B2E1D"/>
    <w:p w:rsidR="000B2E1D" w:rsidRDefault="000B2E1D" w:rsidP="000B2E1D"/>
    <w:p w:rsidR="000B2E1D" w:rsidRDefault="000B2E1D" w:rsidP="000B2E1D"/>
    <w:p w:rsidR="000B2E1D" w:rsidRDefault="000B2E1D" w:rsidP="000B2E1D"/>
    <w:p w:rsidR="000B2E1D" w:rsidRDefault="000B2E1D" w:rsidP="000B2E1D"/>
    <w:p w:rsidR="000B2E1D" w:rsidRDefault="000B2E1D" w:rsidP="000B2E1D"/>
    <w:p w:rsidR="000B2E1D" w:rsidRDefault="000B2E1D" w:rsidP="000B2E1D"/>
    <w:p w:rsidR="000B2E1D" w:rsidRDefault="000B2E1D" w:rsidP="000B2E1D"/>
    <w:p w:rsidR="000B2E1D" w:rsidRDefault="000B2E1D" w:rsidP="000B2E1D"/>
    <w:p w:rsidR="000B2E1D" w:rsidRDefault="000B2E1D" w:rsidP="000B2E1D"/>
    <w:p w:rsidR="000B2E1D" w:rsidRDefault="000B2E1D" w:rsidP="000B2E1D"/>
    <w:p w:rsidR="000B2E1D" w:rsidRDefault="000B2E1D" w:rsidP="000B2E1D"/>
    <w:p w:rsidR="000B2E1D" w:rsidRDefault="000B2E1D" w:rsidP="000B2E1D"/>
    <w:p w:rsidR="000B2E1D" w:rsidRDefault="000B2E1D" w:rsidP="000B2E1D"/>
    <w:p w:rsidR="000B2E1D" w:rsidRDefault="000B2E1D" w:rsidP="000B2E1D"/>
    <w:p w:rsidR="000B2E1D" w:rsidRDefault="000B2E1D" w:rsidP="000B2E1D"/>
    <w:p w:rsidR="000B2E1D" w:rsidRDefault="000B2E1D" w:rsidP="000B2E1D"/>
    <w:p w:rsidR="000B2E1D" w:rsidRDefault="000B2E1D" w:rsidP="000B2E1D"/>
    <w:p w:rsidR="000B2E1D" w:rsidRDefault="000B2E1D" w:rsidP="000B2E1D"/>
    <w:p w:rsidR="000B2E1D" w:rsidRDefault="000B2E1D" w:rsidP="000B2E1D"/>
    <w:p w:rsidR="000B2E1D" w:rsidRDefault="000B2E1D" w:rsidP="000B2E1D"/>
    <w:p w:rsidR="000B2E1D" w:rsidRDefault="000B2E1D" w:rsidP="000B2E1D"/>
    <w:p w:rsidR="000B2E1D" w:rsidRDefault="000B2E1D" w:rsidP="000B2E1D"/>
    <w:p w:rsidR="000B2E1D" w:rsidRDefault="000B2E1D" w:rsidP="000B2E1D"/>
    <w:p w:rsidR="000B2E1D" w:rsidRDefault="000B2E1D" w:rsidP="000B2E1D"/>
    <w:p w:rsidR="000B2E1D" w:rsidRDefault="000B2E1D" w:rsidP="000B2E1D"/>
    <w:p w:rsidR="000B2E1D" w:rsidRDefault="000B2E1D" w:rsidP="000B2E1D"/>
    <w:p w:rsidR="000B2E1D" w:rsidRDefault="000B2E1D" w:rsidP="000B2E1D"/>
    <w:p w:rsidR="000B2E1D" w:rsidRDefault="000B2E1D" w:rsidP="000B2E1D"/>
    <w:p w:rsidR="000B2E1D" w:rsidRDefault="000B2E1D" w:rsidP="000B2E1D"/>
    <w:p w:rsidR="000B2E1D" w:rsidRDefault="000B2E1D" w:rsidP="000B2E1D"/>
    <w:p w:rsidR="000B2E1D" w:rsidRDefault="000B2E1D" w:rsidP="000B2E1D"/>
    <w:p w:rsidR="000B2E1D" w:rsidRDefault="000B2E1D" w:rsidP="000B2E1D"/>
    <w:p w:rsidR="004950ED" w:rsidRPr="00067EC5" w:rsidRDefault="004950ED" w:rsidP="00067EC5"/>
    <w:sectPr w:rsidR="004950ED" w:rsidRPr="00067EC5">
      <w:headerReference w:type="default" r:id="rId7"/>
      <w:footerReference w:type="even" r:id="rId8"/>
      <w:footerReference w:type="default" r:id="rId9"/>
      <w:pgSz w:w="11906" w:h="16838" w:code="9"/>
      <w:pgMar w:top="1418" w:right="2835" w:bottom="1162" w:left="1531" w:header="567" w:footer="907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2C1" w:rsidRDefault="00F622C1">
      <w:r>
        <w:separator/>
      </w:r>
    </w:p>
  </w:endnote>
  <w:endnote w:type="continuationSeparator" w:id="0">
    <w:p w:rsidR="00F622C1" w:rsidRDefault="00F62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328" w:rsidRDefault="009A5328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9A5328" w:rsidRDefault="009A532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328" w:rsidRDefault="009A5328">
    <w:pPr>
      <w:pStyle w:val="Pidipagina"/>
      <w:spacing w:line="240" w:lineRule="atLeast"/>
      <w:jc w:val="center"/>
      <w:rPr>
        <w:sz w:val="16"/>
      </w:rPr>
    </w:pPr>
  </w:p>
  <w:p w:rsidR="009A5328" w:rsidRDefault="009A5328">
    <w:pPr>
      <w:framePr w:wrap="around" w:vAnchor="text" w:hAnchor="margin" w:xAlign="center" w:y="1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93054A">
      <w:rPr>
        <w:rStyle w:val="Numeropagina"/>
        <w:noProof/>
      </w:rPr>
      <w:t>14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2C1" w:rsidRDefault="00F622C1">
      <w:r>
        <w:separator/>
      </w:r>
    </w:p>
  </w:footnote>
  <w:footnote w:type="continuationSeparator" w:id="0">
    <w:p w:rsidR="00F622C1" w:rsidRDefault="00F622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328" w:rsidRDefault="000B2E1D">
    <w:pPr>
      <w:pStyle w:val="Intestazione"/>
      <w:tabs>
        <w:tab w:val="clear" w:pos="4819"/>
        <w:tab w:val="center" w:pos="3402"/>
      </w:tabs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71040" behindDoc="0" locked="0" layoutInCell="0" allowOverlap="1">
              <wp:simplePos x="0" y="0"/>
              <wp:positionH relativeFrom="column">
                <wp:posOffset>-973455</wp:posOffset>
              </wp:positionH>
              <wp:positionV relativeFrom="paragraph">
                <wp:posOffset>8766810</wp:posOffset>
              </wp:positionV>
              <wp:extent cx="7574915" cy="635"/>
              <wp:effectExtent l="0" t="0" r="0" b="0"/>
              <wp:wrapNone/>
              <wp:docPr id="31" name="Lin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3522EC" id="Line 29" o:spid="_x0000_s1026" style="position:absolute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6.65pt,690.3pt" to="519.8pt,69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6944" behindDoc="0" locked="0" layoutInCell="0" allowOverlap="1">
              <wp:simplePos x="0" y="0"/>
              <wp:positionH relativeFrom="column">
                <wp:posOffset>-1009650</wp:posOffset>
              </wp:positionH>
              <wp:positionV relativeFrom="paragraph">
                <wp:posOffset>7326630</wp:posOffset>
              </wp:positionV>
              <wp:extent cx="7574915" cy="635"/>
              <wp:effectExtent l="0" t="0" r="0" b="0"/>
              <wp:wrapNone/>
              <wp:docPr id="30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661A61" id="Line 25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576.9pt" to="516.95pt,57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2848" behindDoc="0" locked="0" layoutInCell="0" allowOverlap="1">
              <wp:simplePos x="0" y="0"/>
              <wp:positionH relativeFrom="column">
                <wp:posOffset>-1009650</wp:posOffset>
              </wp:positionH>
              <wp:positionV relativeFrom="paragraph">
                <wp:posOffset>5886450</wp:posOffset>
              </wp:positionV>
              <wp:extent cx="7574915" cy="635"/>
              <wp:effectExtent l="0" t="0" r="0" b="0"/>
              <wp:wrapNone/>
              <wp:docPr id="29" name="Lin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7BBF2D" id="Line 21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463.5pt" to="516.95pt,4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8752" behindDoc="0" locked="0" layoutInCell="0" allowOverlap="1">
              <wp:simplePos x="0" y="0"/>
              <wp:positionH relativeFrom="column">
                <wp:posOffset>-973455</wp:posOffset>
              </wp:positionH>
              <wp:positionV relativeFrom="paragraph">
                <wp:posOffset>5886450</wp:posOffset>
              </wp:positionV>
              <wp:extent cx="7574915" cy="635"/>
              <wp:effectExtent l="0" t="0" r="0" b="0"/>
              <wp:wrapNone/>
              <wp:docPr id="28" name="Lin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D9DB34" id="Line 17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6.65pt,463.5pt" to="519.8pt,4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72064" behindDoc="0" locked="0" layoutInCell="0" allowOverlap="1">
              <wp:simplePos x="0" y="0"/>
              <wp:positionH relativeFrom="column">
                <wp:posOffset>-972820</wp:posOffset>
              </wp:positionH>
              <wp:positionV relativeFrom="paragraph">
                <wp:posOffset>9126220</wp:posOffset>
              </wp:positionV>
              <wp:extent cx="7574915" cy="635"/>
              <wp:effectExtent l="0" t="0" r="0" b="0"/>
              <wp:wrapNone/>
              <wp:docPr id="27" name="Lin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5362428" id="Line 30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6.6pt,718.6pt" to="519.85pt,7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7968" behindDoc="0" locked="0" layoutInCell="0" allowOverlap="1">
              <wp:simplePos x="0" y="0"/>
              <wp:positionH relativeFrom="column">
                <wp:posOffset>-1009015</wp:posOffset>
              </wp:positionH>
              <wp:positionV relativeFrom="paragraph">
                <wp:posOffset>7686040</wp:posOffset>
              </wp:positionV>
              <wp:extent cx="7574915" cy="635"/>
              <wp:effectExtent l="0" t="0" r="0" b="0"/>
              <wp:wrapNone/>
              <wp:docPr id="26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FD54B1" id="Line 26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45pt,605.2pt" to="517pt,60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3872" behindDoc="0" locked="0" layoutInCell="0" allowOverlap="1">
              <wp:simplePos x="0" y="0"/>
              <wp:positionH relativeFrom="column">
                <wp:posOffset>-1009015</wp:posOffset>
              </wp:positionH>
              <wp:positionV relativeFrom="paragraph">
                <wp:posOffset>6245860</wp:posOffset>
              </wp:positionV>
              <wp:extent cx="7574915" cy="635"/>
              <wp:effectExtent l="0" t="0" r="0" b="0"/>
              <wp:wrapNone/>
              <wp:docPr id="25" name="Line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069E01" id="Line 22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45pt,491.8pt" to="517pt,49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776" behindDoc="0" locked="0" layoutInCell="0" allowOverlap="1">
              <wp:simplePos x="0" y="0"/>
              <wp:positionH relativeFrom="column">
                <wp:posOffset>-972820</wp:posOffset>
              </wp:positionH>
              <wp:positionV relativeFrom="paragraph">
                <wp:posOffset>6245860</wp:posOffset>
              </wp:positionV>
              <wp:extent cx="7574915" cy="635"/>
              <wp:effectExtent l="0" t="0" r="0" b="0"/>
              <wp:wrapNone/>
              <wp:docPr id="24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E7D1E9" id="Line 18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6.6pt,491.8pt" to="519.85pt,49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4656" behindDoc="0" locked="0" layoutInCell="0" allowOverlap="1">
              <wp:simplePos x="0" y="0"/>
              <wp:positionH relativeFrom="column">
                <wp:posOffset>-1009650</wp:posOffset>
              </wp:positionH>
              <wp:positionV relativeFrom="paragraph">
                <wp:posOffset>4446270</wp:posOffset>
              </wp:positionV>
              <wp:extent cx="7574915" cy="635"/>
              <wp:effectExtent l="0" t="0" r="0" b="0"/>
              <wp:wrapNone/>
              <wp:docPr id="23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59256C" id="Line 13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350.1pt" to="516.95pt,35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5680" behindDoc="0" locked="0" layoutInCell="0" allowOverlap="1">
              <wp:simplePos x="0" y="0"/>
              <wp:positionH relativeFrom="column">
                <wp:posOffset>-1009015</wp:posOffset>
              </wp:positionH>
              <wp:positionV relativeFrom="paragraph">
                <wp:posOffset>4805680</wp:posOffset>
              </wp:positionV>
              <wp:extent cx="7574915" cy="635"/>
              <wp:effectExtent l="0" t="0" r="0" b="0"/>
              <wp:wrapNone/>
              <wp:docPr id="22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DE6AD5" id="Line 14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45pt,378.4pt" to="517pt,37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73088" behindDoc="0" locked="0" layoutInCell="0" allowOverlap="1">
              <wp:simplePos x="0" y="0"/>
              <wp:positionH relativeFrom="column">
                <wp:posOffset>-973455</wp:posOffset>
              </wp:positionH>
              <wp:positionV relativeFrom="paragraph">
                <wp:posOffset>9486900</wp:posOffset>
              </wp:positionV>
              <wp:extent cx="7574915" cy="635"/>
              <wp:effectExtent l="0" t="0" r="0" b="0"/>
              <wp:wrapNone/>
              <wp:docPr id="21" name="Lin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F2F01F" id="Line 31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6.65pt,747pt" to="519.8pt,74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8992" behindDoc="0" locked="0" layoutInCell="0" allowOverlap="1">
              <wp:simplePos x="0" y="0"/>
              <wp:positionH relativeFrom="column">
                <wp:posOffset>-1009650</wp:posOffset>
              </wp:positionH>
              <wp:positionV relativeFrom="paragraph">
                <wp:posOffset>8046720</wp:posOffset>
              </wp:positionV>
              <wp:extent cx="7574915" cy="635"/>
              <wp:effectExtent l="0" t="0" r="0" b="0"/>
              <wp:wrapNone/>
              <wp:docPr id="20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4A403F" id="Line 27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633.6pt" to="516.95pt,63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4896" behindDoc="0" locked="0" layoutInCell="0" allowOverlap="1">
              <wp:simplePos x="0" y="0"/>
              <wp:positionH relativeFrom="column">
                <wp:posOffset>-1009650</wp:posOffset>
              </wp:positionH>
              <wp:positionV relativeFrom="paragraph">
                <wp:posOffset>6606540</wp:posOffset>
              </wp:positionV>
              <wp:extent cx="7574915" cy="635"/>
              <wp:effectExtent l="0" t="0" r="0" b="0"/>
              <wp:wrapNone/>
              <wp:docPr id="19" name="Lin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9DF284" id="Line 23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520.2pt" to="516.95pt,5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0800" behindDoc="0" locked="0" layoutInCell="0" allowOverlap="1">
              <wp:simplePos x="0" y="0"/>
              <wp:positionH relativeFrom="column">
                <wp:posOffset>-973455</wp:posOffset>
              </wp:positionH>
              <wp:positionV relativeFrom="paragraph">
                <wp:posOffset>6606540</wp:posOffset>
              </wp:positionV>
              <wp:extent cx="7574915" cy="635"/>
              <wp:effectExtent l="0" t="0" r="0" b="0"/>
              <wp:wrapNone/>
              <wp:docPr id="18" name="Lin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93A852" id="Line 19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6.65pt,520.2pt" to="519.8pt,5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-1009650</wp:posOffset>
              </wp:positionH>
              <wp:positionV relativeFrom="paragraph">
                <wp:posOffset>5166360</wp:posOffset>
              </wp:positionV>
              <wp:extent cx="7574915" cy="635"/>
              <wp:effectExtent l="0" t="0" r="0" b="0"/>
              <wp:wrapNone/>
              <wp:docPr id="17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839D60" id="Line 1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406.8pt" to="516.95pt,4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70016" behindDoc="0" locked="0" layoutInCell="0" allowOverlap="1">
              <wp:simplePos x="0" y="0"/>
              <wp:positionH relativeFrom="column">
                <wp:posOffset>-1009650</wp:posOffset>
              </wp:positionH>
              <wp:positionV relativeFrom="paragraph">
                <wp:posOffset>8406765</wp:posOffset>
              </wp:positionV>
              <wp:extent cx="7574915" cy="635"/>
              <wp:effectExtent l="0" t="0" r="0" b="0"/>
              <wp:wrapNone/>
              <wp:docPr id="16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C71929" id="Line 28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661.95pt" to="516.95pt,6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5920" behindDoc="0" locked="0" layoutInCell="0" allowOverlap="1">
              <wp:simplePos x="0" y="0"/>
              <wp:positionH relativeFrom="column">
                <wp:posOffset>-1009650</wp:posOffset>
              </wp:positionH>
              <wp:positionV relativeFrom="paragraph">
                <wp:posOffset>6966585</wp:posOffset>
              </wp:positionV>
              <wp:extent cx="7574915" cy="635"/>
              <wp:effectExtent l="0" t="0" r="0" b="0"/>
              <wp:wrapNone/>
              <wp:docPr id="15" name="Lin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D42BF7" id="Line 24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548.55pt" to="516.95pt,54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1824" behindDoc="0" locked="0" layoutInCell="0" allowOverlap="1">
              <wp:simplePos x="0" y="0"/>
              <wp:positionH relativeFrom="column">
                <wp:posOffset>-973455</wp:posOffset>
              </wp:positionH>
              <wp:positionV relativeFrom="paragraph">
                <wp:posOffset>6966585</wp:posOffset>
              </wp:positionV>
              <wp:extent cx="7574915" cy="635"/>
              <wp:effectExtent l="0" t="0" r="0" b="0"/>
              <wp:wrapNone/>
              <wp:docPr id="14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E3F399" id="Line 20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6.65pt,548.55pt" to="519.8pt,54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-1009650</wp:posOffset>
              </wp:positionH>
              <wp:positionV relativeFrom="paragraph">
                <wp:posOffset>5526405</wp:posOffset>
              </wp:positionV>
              <wp:extent cx="7574915" cy="635"/>
              <wp:effectExtent l="0" t="0" r="0" b="0"/>
              <wp:wrapNone/>
              <wp:docPr id="13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9F8EFF" id="Line 1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435.15pt" to="516.95pt,4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1584" behindDoc="0" locked="0" layoutInCell="0" allowOverlap="1">
              <wp:simplePos x="0" y="0"/>
              <wp:positionH relativeFrom="column">
                <wp:posOffset>-1009015</wp:posOffset>
              </wp:positionH>
              <wp:positionV relativeFrom="paragraph">
                <wp:posOffset>3365500</wp:posOffset>
              </wp:positionV>
              <wp:extent cx="7574915" cy="635"/>
              <wp:effectExtent l="0" t="0" r="0" b="0"/>
              <wp:wrapNone/>
              <wp:docPr id="12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B74084" id="Line 10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45pt,265pt" to="517pt,26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2608" behindDoc="0" locked="0" layoutInCell="0" allowOverlap="1">
              <wp:simplePos x="0" y="0"/>
              <wp:positionH relativeFrom="column">
                <wp:posOffset>-1009650</wp:posOffset>
              </wp:positionH>
              <wp:positionV relativeFrom="paragraph">
                <wp:posOffset>3726180</wp:posOffset>
              </wp:positionV>
              <wp:extent cx="7574915" cy="635"/>
              <wp:effectExtent l="0" t="0" r="0" b="0"/>
              <wp:wrapNone/>
              <wp:docPr id="11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B245B7" id="Line 11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293.4pt" to="516.95pt,29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3632" behindDoc="0" locked="0" layoutInCell="0" allowOverlap="1">
              <wp:simplePos x="0" y="0"/>
              <wp:positionH relativeFrom="column">
                <wp:posOffset>-1009650</wp:posOffset>
              </wp:positionH>
              <wp:positionV relativeFrom="paragraph">
                <wp:posOffset>4086225</wp:posOffset>
              </wp:positionV>
              <wp:extent cx="7574915" cy="635"/>
              <wp:effectExtent l="0" t="0" r="0" b="0"/>
              <wp:wrapNone/>
              <wp:docPr id="10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C0E0C1" id="Line 12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321.75pt" to="516.95pt,3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0560" behindDoc="0" locked="0" layoutInCell="0" allowOverlap="1">
              <wp:simplePos x="0" y="0"/>
              <wp:positionH relativeFrom="column">
                <wp:posOffset>-1009650</wp:posOffset>
              </wp:positionH>
              <wp:positionV relativeFrom="paragraph">
                <wp:posOffset>3006090</wp:posOffset>
              </wp:positionV>
              <wp:extent cx="7574915" cy="635"/>
              <wp:effectExtent l="0" t="0" r="0" b="0"/>
              <wp:wrapNone/>
              <wp:docPr id="9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1E8476" id="Line 9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236.7pt" to="516.95pt,23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47488" behindDoc="0" locked="0" layoutInCell="0" allowOverlap="1">
              <wp:simplePos x="0" y="0"/>
              <wp:positionH relativeFrom="column">
                <wp:posOffset>-1009015</wp:posOffset>
              </wp:positionH>
              <wp:positionV relativeFrom="paragraph">
                <wp:posOffset>1925320</wp:posOffset>
              </wp:positionV>
              <wp:extent cx="7574915" cy="635"/>
              <wp:effectExtent l="0" t="0" r="0" b="0"/>
              <wp:wrapNone/>
              <wp:docPr id="8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44C562" id="Line 6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45pt,151.6pt" to="517pt,1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48512" behindDoc="0" locked="0" layoutInCell="0" allowOverlap="1">
              <wp:simplePos x="0" y="0"/>
              <wp:positionH relativeFrom="column">
                <wp:posOffset>-1009650</wp:posOffset>
              </wp:positionH>
              <wp:positionV relativeFrom="paragraph">
                <wp:posOffset>2286000</wp:posOffset>
              </wp:positionV>
              <wp:extent cx="7574915" cy="635"/>
              <wp:effectExtent l="0" t="0" r="0" b="0"/>
              <wp:wrapNone/>
              <wp:docPr id="7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5E0984" id="Line 7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180pt" to="516.95pt,18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49536" behindDoc="0" locked="0" layoutInCell="0" allowOverlap="1">
              <wp:simplePos x="0" y="0"/>
              <wp:positionH relativeFrom="column">
                <wp:posOffset>-1009650</wp:posOffset>
              </wp:positionH>
              <wp:positionV relativeFrom="paragraph">
                <wp:posOffset>2646045</wp:posOffset>
              </wp:positionV>
              <wp:extent cx="7574915" cy="635"/>
              <wp:effectExtent l="0" t="0" r="0" b="0"/>
              <wp:wrapNone/>
              <wp:docPr id="6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1E25F2" id="Line 8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208.35pt" to="516.95pt,20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46464" behindDoc="0" locked="0" layoutInCell="0" allowOverlap="1">
              <wp:simplePos x="0" y="0"/>
              <wp:positionH relativeFrom="column">
                <wp:posOffset>-1009650</wp:posOffset>
              </wp:positionH>
              <wp:positionV relativeFrom="paragraph">
                <wp:posOffset>1565910</wp:posOffset>
              </wp:positionV>
              <wp:extent cx="7574915" cy="635"/>
              <wp:effectExtent l="0" t="0" r="0" b="0"/>
              <wp:wrapNone/>
              <wp:docPr id="5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0E6783" id="Line 5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123.3pt" to="516.95pt,1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45440" behindDoc="0" locked="0" layoutInCell="0" allowOverlap="1">
              <wp:simplePos x="0" y="0"/>
              <wp:positionH relativeFrom="column">
                <wp:posOffset>-1009650</wp:posOffset>
              </wp:positionH>
              <wp:positionV relativeFrom="paragraph">
                <wp:posOffset>1205865</wp:posOffset>
              </wp:positionV>
              <wp:extent cx="7574915" cy="635"/>
              <wp:effectExtent l="0" t="0" r="0" b="0"/>
              <wp:wrapNone/>
              <wp:docPr id="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F1776C" id="Line 4" o:spid="_x0000_s1026" style="position:absolute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5pt,94.95pt" to="516.95pt,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43392" behindDoc="0" locked="0" layoutInCell="0" allowOverlap="1">
              <wp:simplePos x="0" y="0"/>
              <wp:positionH relativeFrom="column">
                <wp:posOffset>-71755</wp:posOffset>
              </wp:positionH>
              <wp:positionV relativeFrom="paragraph">
                <wp:posOffset>-467995</wp:posOffset>
              </wp:positionV>
              <wp:extent cx="635" cy="10677525"/>
              <wp:effectExtent l="0" t="0" r="0" b="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067752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54502C" id="Line 2" o:spid="_x0000_s1026" style="position:absolute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5pt,-36.85pt" to="-5.6pt,80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42368" behindDoc="0" locked="0" layoutInCell="0" allowOverlap="1">
              <wp:simplePos x="0" y="0"/>
              <wp:positionH relativeFrom="column">
                <wp:posOffset>-1009015</wp:posOffset>
              </wp:positionH>
              <wp:positionV relativeFrom="paragraph">
                <wp:posOffset>845185</wp:posOffset>
              </wp:positionV>
              <wp:extent cx="7574915" cy="635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49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C803CF" id="Line 1" o:spid="_x0000_s1026" style="position:absolute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9.45pt,66.55pt" to="517pt,6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" o:allowincell="f" strokeweight=".25pt">
              <v:stroke startarrowwidth="narrow" startarrowlength="short" endarrowwidth="narrow" endarrowlength="short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44416" behindDoc="0" locked="0" layoutInCell="0" allowOverlap="1">
              <wp:simplePos x="0" y="0"/>
              <wp:positionH relativeFrom="column">
                <wp:posOffset>4824730</wp:posOffset>
              </wp:positionH>
              <wp:positionV relativeFrom="paragraph">
                <wp:posOffset>-414655</wp:posOffset>
              </wp:positionV>
              <wp:extent cx="635" cy="1067816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1067816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886251" id="Line 3" o:spid="_x0000_s1026" style="position:absolute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9.9pt,-32.65pt" to="379.95pt,80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" o:allowincell="f" strokeweight=".25pt">
              <v:stroke startarrowwidth="narrow" startarrowlength="short" endarrowwidth="narrow" endarrowlength="short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CAA0DA2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8F1AC6"/>
    <w:multiLevelType w:val="hybridMultilevel"/>
    <w:tmpl w:val="8BA0E9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E028AF"/>
    <w:multiLevelType w:val="hybridMultilevel"/>
    <w:tmpl w:val="E39C998C"/>
    <w:lvl w:ilvl="0" w:tplc="8E14FB8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55955"/>
    <w:multiLevelType w:val="hybridMultilevel"/>
    <w:tmpl w:val="CAC456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823FA"/>
    <w:multiLevelType w:val="hybridMultilevel"/>
    <w:tmpl w:val="EF8EA0C0"/>
    <w:lvl w:ilvl="0" w:tplc="87BCC8E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18395F"/>
    <w:multiLevelType w:val="hybridMultilevel"/>
    <w:tmpl w:val="5DB08E4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DC6580"/>
    <w:multiLevelType w:val="hybridMultilevel"/>
    <w:tmpl w:val="6EF64686"/>
    <w:lvl w:ilvl="0" w:tplc="7204A7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97DDA"/>
    <w:multiLevelType w:val="hybridMultilevel"/>
    <w:tmpl w:val="DC509936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E06D57"/>
    <w:multiLevelType w:val="hybridMultilevel"/>
    <w:tmpl w:val="D2D6E42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89D2AC6"/>
    <w:multiLevelType w:val="hybridMultilevel"/>
    <w:tmpl w:val="2D009D2E"/>
    <w:lvl w:ilvl="0" w:tplc="57D609E0"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C507A2"/>
    <w:multiLevelType w:val="hybridMultilevel"/>
    <w:tmpl w:val="177C5C5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4040F6"/>
    <w:multiLevelType w:val="hybridMultilevel"/>
    <w:tmpl w:val="1B82C262"/>
    <w:lvl w:ilvl="0" w:tplc="C8F8550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957566"/>
    <w:multiLevelType w:val="hybridMultilevel"/>
    <w:tmpl w:val="51C8E932"/>
    <w:lvl w:ilvl="0" w:tplc="57D609E0"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387026"/>
    <w:multiLevelType w:val="hybridMultilevel"/>
    <w:tmpl w:val="68026A0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800CD0"/>
    <w:multiLevelType w:val="hybridMultilevel"/>
    <w:tmpl w:val="615EEEBE"/>
    <w:lvl w:ilvl="0" w:tplc="038A0EA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0D5A50"/>
    <w:multiLevelType w:val="hybridMultilevel"/>
    <w:tmpl w:val="EB9EABC6"/>
    <w:lvl w:ilvl="0" w:tplc="7204A7D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FA434D7"/>
    <w:multiLevelType w:val="hybridMultilevel"/>
    <w:tmpl w:val="CD5E15E0"/>
    <w:lvl w:ilvl="0" w:tplc="11DEF1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78228A"/>
    <w:multiLevelType w:val="hybridMultilevel"/>
    <w:tmpl w:val="22FC85D6"/>
    <w:lvl w:ilvl="0" w:tplc="7204A7D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8330B2D"/>
    <w:multiLevelType w:val="hybridMultilevel"/>
    <w:tmpl w:val="D78A6E0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C2209B3"/>
    <w:multiLevelType w:val="hybridMultilevel"/>
    <w:tmpl w:val="99E6A278"/>
    <w:lvl w:ilvl="0" w:tplc="0E3ED0C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9"/>
  </w:num>
  <w:num w:numId="4">
    <w:abstractNumId w:val="12"/>
  </w:num>
  <w:num w:numId="5">
    <w:abstractNumId w:val="18"/>
  </w:num>
  <w:num w:numId="6">
    <w:abstractNumId w:val="6"/>
  </w:num>
  <w:num w:numId="7">
    <w:abstractNumId w:val="17"/>
  </w:num>
  <w:num w:numId="8">
    <w:abstractNumId w:val="15"/>
  </w:num>
  <w:num w:numId="9">
    <w:abstractNumId w:val="10"/>
  </w:num>
  <w:num w:numId="10">
    <w:abstractNumId w:val="11"/>
  </w:num>
  <w:num w:numId="11">
    <w:abstractNumId w:val="3"/>
  </w:num>
  <w:num w:numId="12">
    <w:abstractNumId w:val="13"/>
  </w:num>
  <w:num w:numId="13">
    <w:abstractNumId w:val="7"/>
  </w:num>
  <w:num w:numId="14">
    <w:abstractNumId w:val="4"/>
  </w:num>
  <w:num w:numId="15">
    <w:abstractNumId w:val="1"/>
  </w:num>
  <w:num w:numId="16">
    <w:abstractNumId w:val="19"/>
  </w:num>
  <w:num w:numId="17">
    <w:abstractNumId w:val="5"/>
  </w:num>
  <w:num w:numId="18">
    <w:abstractNumId w:val="2"/>
  </w:num>
  <w:num w:numId="19">
    <w:abstractNumId w:val="8"/>
  </w:num>
  <w:num w:numId="20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 fillcolor="white" stroke="f">
      <v:fill color="white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E1D"/>
    <w:rsid w:val="00003750"/>
    <w:rsid w:val="00067EC5"/>
    <w:rsid w:val="000B2E1D"/>
    <w:rsid w:val="0016419F"/>
    <w:rsid w:val="001A34C7"/>
    <w:rsid w:val="003B7FB8"/>
    <w:rsid w:val="004950ED"/>
    <w:rsid w:val="004E62E6"/>
    <w:rsid w:val="005174B8"/>
    <w:rsid w:val="00530DF8"/>
    <w:rsid w:val="0058622A"/>
    <w:rsid w:val="005C6A9F"/>
    <w:rsid w:val="005D5312"/>
    <w:rsid w:val="00604F2C"/>
    <w:rsid w:val="00605D48"/>
    <w:rsid w:val="00610A85"/>
    <w:rsid w:val="00622844"/>
    <w:rsid w:val="00666984"/>
    <w:rsid w:val="00677A84"/>
    <w:rsid w:val="006C38D3"/>
    <w:rsid w:val="00741193"/>
    <w:rsid w:val="0079409F"/>
    <w:rsid w:val="007C4321"/>
    <w:rsid w:val="007D3D09"/>
    <w:rsid w:val="007E01E5"/>
    <w:rsid w:val="00841E8C"/>
    <w:rsid w:val="008D3EC8"/>
    <w:rsid w:val="0093054A"/>
    <w:rsid w:val="00931A00"/>
    <w:rsid w:val="009A5328"/>
    <w:rsid w:val="009B2EE8"/>
    <w:rsid w:val="009C61BE"/>
    <w:rsid w:val="009E0C82"/>
    <w:rsid w:val="00A64CA8"/>
    <w:rsid w:val="00AD301A"/>
    <w:rsid w:val="00B824BE"/>
    <w:rsid w:val="00BC7077"/>
    <w:rsid w:val="00BD4C0F"/>
    <w:rsid w:val="00C2387A"/>
    <w:rsid w:val="00C35562"/>
    <w:rsid w:val="00C9716C"/>
    <w:rsid w:val="00CC35ED"/>
    <w:rsid w:val="00CC52D8"/>
    <w:rsid w:val="00CD6891"/>
    <w:rsid w:val="00D659D2"/>
    <w:rsid w:val="00D7063C"/>
    <w:rsid w:val="00D91121"/>
    <w:rsid w:val="00D9631C"/>
    <w:rsid w:val="00E0684D"/>
    <w:rsid w:val="00E74845"/>
    <w:rsid w:val="00E97F05"/>
    <w:rsid w:val="00F622C1"/>
    <w:rsid w:val="00F70ED0"/>
    <w:rsid w:val="00FD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 stroke="f">
      <v:fill color="white"/>
      <v:stroke on="f"/>
    </o:shapedefaults>
    <o:shapelayout v:ext="edit">
      <o:idmap v:ext="edit" data="1"/>
    </o:shapelayout>
  </w:shapeDefaults>
  <w:decimalSymbol w:val=","/>
  <w:listSeparator w:val=";"/>
  <w15:chartTrackingRefBased/>
  <w15:docId w15:val="{A9FF6267-1ED0-4E78-96CE-345B039FD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pacing w:line="567" w:lineRule="exact"/>
    </w:pPr>
    <w:rPr>
      <w:rFonts w:ascii="Arial" w:hAnsi="Arial"/>
      <w:lang w:bidi="he-IL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Times New Roman" w:hAnsi="Times New Roman"/>
      <w:b/>
      <w:sz w:val="24"/>
      <w:u w:val="single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Times New Roman" w:hAnsi="Times New Roman"/>
      <w:b/>
      <w:sz w:val="24"/>
      <w:u w:val="single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ascii="Times New Roman" w:hAnsi="Times New Roman"/>
      <w:b/>
      <w:sz w:val="24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Times New Roman" w:hAnsi="Times New Roman"/>
      <w:b/>
      <w:sz w:val="24"/>
      <w:u w:val="single"/>
    </w:rPr>
  </w:style>
  <w:style w:type="paragraph" w:styleId="Titolo5">
    <w:name w:val="heading 5"/>
    <w:basedOn w:val="Normale"/>
    <w:next w:val="Normale"/>
    <w:qFormat/>
    <w:pPr>
      <w:keepNext/>
      <w:jc w:val="both"/>
      <w:outlineLvl w:val="4"/>
    </w:pPr>
    <w:rPr>
      <w:rFonts w:ascii="Times New Roman" w:hAnsi="Times New Roman"/>
      <w:sz w:val="24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rFonts w:ascii="Times New Roman" w:hAnsi="Times New Roman"/>
      <w:sz w:val="28"/>
    </w:rPr>
  </w:style>
  <w:style w:type="paragraph" w:styleId="Titolo7">
    <w:name w:val="heading 7"/>
    <w:basedOn w:val="Normale"/>
    <w:next w:val="Normale"/>
    <w:qFormat/>
    <w:pPr>
      <w:keepNext/>
      <w:jc w:val="right"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pPr>
      <w:keepNext/>
      <w:jc w:val="right"/>
      <w:outlineLvl w:val="7"/>
    </w:pPr>
    <w:rPr>
      <w:sz w:val="24"/>
      <w:u w:val="single"/>
    </w:rPr>
  </w:style>
  <w:style w:type="paragraph" w:styleId="Titolo9">
    <w:name w:val="heading 9"/>
    <w:basedOn w:val="Normale"/>
    <w:next w:val="Normale"/>
    <w:qFormat/>
    <w:pPr>
      <w:keepNext/>
      <w:jc w:val="center"/>
      <w:outlineLvl w:val="8"/>
    </w:pPr>
    <w:rPr>
      <w:rFonts w:ascii="Times New Roman" w:hAnsi="Times New Roman"/>
      <w:b/>
      <w:bCs/>
      <w:spacing w:val="20"/>
      <w:sz w:val="28"/>
      <w:u w:val="single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Titolo">
    <w:name w:val="Title"/>
    <w:basedOn w:val="Normale"/>
    <w:qFormat/>
    <w:pPr>
      <w:jc w:val="center"/>
    </w:pPr>
    <w:rPr>
      <w:rFonts w:ascii="Times New Roman" w:hAnsi="Times New Roman"/>
      <w:b/>
      <w:sz w:val="24"/>
      <w:u w:val="single"/>
    </w:rPr>
  </w:style>
  <w:style w:type="paragraph" w:styleId="Corpotesto">
    <w:name w:val="Body Text"/>
    <w:basedOn w:val="Normale"/>
    <w:pPr>
      <w:jc w:val="both"/>
    </w:pPr>
    <w:rPr>
      <w:rFonts w:ascii="Times New Roman" w:hAnsi="Times New Roman"/>
      <w:sz w:val="24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Corpodeltesto2">
    <w:name w:val="Body Text 2"/>
    <w:basedOn w:val="Normale"/>
    <w:pPr>
      <w:jc w:val="both"/>
    </w:pPr>
    <w:rPr>
      <w:rFonts w:cs="Arial"/>
      <w:b/>
      <w:sz w:val="24"/>
      <w:u w:val="single"/>
    </w:rPr>
  </w:style>
  <w:style w:type="paragraph" w:styleId="Corpodeltesto3">
    <w:name w:val="Body Text 3"/>
    <w:basedOn w:val="Normale"/>
    <w:pPr>
      <w:jc w:val="both"/>
    </w:pPr>
    <w:rPr>
      <w:rFonts w:ascii="Times New Roman" w:hAnsi="Times New Roman"/>
      <w:sz w:val="28"/>
    </w:rPr>
  </w:style>
  <w:style w:type="paragraph" w:styleId="Rientrocorpodeltesto">
    <w:name w:val="Body Text Indent"/>
    <w:basedOn w:val="Normale"/>
    <w:pPr>
      <w:tabs>
        <w:tab w:val="left" w:pos="426"/>
      </w:tabs>
      <w:ind w:left="420" w:hanging="420"/>
      <w:jc w:val="both"/>
    </w:pPr>
    <w:rPr>
      <w:rFonts w:ascii="Garamond" w:hAnsi="Garamond"/>
      <w:sz w:val="26"/>
    </w:rPr>
  </w:style>
  <w:style w:type="paragraph" w:styleId="Rientrocorpodeltesto2">
    <w:name w:val="Body Text Indent 2"/>
    <w:basedOn w:val="Normale"/>
    <w:pPr>
      <w:tabs>
        <w:tab w:val="left" w:pos="426"/>
      </w:tabs>
      <w:ind w:left="426" w:hanging="366"/>
      <w:jc w:val="both"/>
    </w:pPr>
    <w:rPr>
      <w:rFonts w:ascii="Garamond" w:hAnsi="Garamond"/>
      <w:sz w:val="26"/>
    </w:rPr>
  </w:style>
  <w:style w:type="paragraph" w:styleId="Rientrocorpodeltesto3">
    <w:name w:val="Body Text Indent 3"/>
    <w:basedOn w:val="Normale"/>
    <w:pPr>
      <w:tabs>
        <w:tab w:val="left" w:pos="709"/>
      </w:tabs>
      <w:ind w:left="705" w:hanging="705"/>
      <w:jc w:val="both"/>
    </w:pPr>
    <w:rPr>
      <w:rFonts w:ascii="Garamond" w:hAnsi="Garamond"/>
      <w:sz w:val="26"/>
    </w:rPr>
  </w:style>
  <w:style w:type="paragraph" w:styleId="Puntoelenco">
    <w:name w:val="List Bullet"/>
    <w:basedOn w:val="Normale"/>
    <w:autoRedefine/>
    <w:pPr>
      <w:numPr>
        <w:numId w:val="1"/>
      </w:numPr>
    </w:pPr>
  </w:style>
  <w:style w:type="paragraph" w:styleId="Testodelblocco">
    <w:name w:val="Block Text"/>
    <w:basedOn w:val="Normale"/>
    <w:pPr>
      <w:ind w:left="705" w:right="27" w:hanging="705"/>
      <w:jc w:val="both"/>
    </w:pPr>
    <w:rPr>
      <w:rFonts w:ascii="Garamond" w:hAnsi="Garamond"/>
      <w:sz w:val="26"/>
    </w:rPr>
  </w:style>
  <w:style w:type="paragraph" w:styleId="Elenco">
    <w:name w:val="List"/>
    <w:basedOn w:val="Normale"/>
    <w:pPr>
      <w:ind w:left="283" w:hanging="283"/>
    </w:pPr>
  </w:style>
  <w:style w:type="paragraph" w:styleId="Paragrafoelenco">
    <w:name w:val="List Paragraph"/>
    <w:basedOn w:val="Normale"/>
    <w:uiPriority w:val="34"/>
    <w:qFormat/>
    <w:rsid w:val="001A34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.basile\Documents\Modulistica\Carta%20uso%20boll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uso bollo.dot</Template>
  <TotalTime>53</TotalTime>
  <Pages>14</Pages>
  <Words>2801</Words>
  <Characters>15966</Characters>
  <Application>Microsoft Office Word</Application>
  <DocSecurity>0</DocSecurity>
  <Lines>133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USO BOLLO</vt:lpstr>
    </vt:vector>
  </TitlesOfParts>
  <Company>Esselunga S.p.A.</Company>
  <LinksUpToDate>false</LinksUpToDate>
  <CharactersWithSpaces>18730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USO BOLLO</dc:title>
  <dc:subject/>
  <dc:creator>e.basile</dc:creator>
  <cp:keywords/>
  <cp:lastModifiedBy>e.basile</cp:lastModifiedBy>
  <cp:revision>24</cp:revision>
  <cp:lastPrinted>2002-09-02T18:00:00Z</cp:lastPrinted>
  <dcterms:created xsi:type="dcterms:W3CDTF">2020-12-21T12:02:00Z</dcterms:created>
  <dcterms:modified xsi:type="dcterms:W3CDTF">2020-12-21T13:29:00Z</dcterms:modified>
</cp:coreProperties>
</file>